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77D09" w14:textId="51149FA9" w:rsidR="00B32EC0" w:rsidRPr="004F4072" w:rsidRDefault="003D6924" w:rsidP="002227EC">
      <w:pPr>
        <w:pStyle w:val="Standardowytekst"/>
        <w:jc w:val="center"/>
        <w:rPr>
          <w:b/>
          <w:sz w:val="24"/>
        </w:rPr>
      </w:pPr>
      <w:r w:rsidRPr="004F4072">
        <w:rPr>
          <w:b/>
          <w:bCs/>
          <w:noProof/>
        </w:rPr>
        <w:drawing>
          <wp:inline distT="0" distB="0" distL="0" distR="0" wp14:anchorId="1F3DE84B" wp14:editId="25054D2E">
            <wp:extent cx="3333750" cy="8477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44ABB1" w14:textId="77777777" w:rsidR="00B32EC0" w:rsidRPr="004F4072" w:rsidRDefault="00B32EC0" w:rsidP="002227EC">
      <w:pPr>
        <w:pStyle w:val="Standardowytekst"/>
        <w:jc w:val="center"/>
        <w:rPr>
          <w:b/>
          <w:sz w:val="24"/>
        </w:rPr>
      </w:pPr>
    </w:p>
    <w:p w14:paraId="64E84594" w14:textId="77777777" w:rsidR="003D6924" w:rsidRPr="004F4072" w:rsidRDefault="003D6924" w:rsidP="002227EC">
      <w:pPr>
        <w:pStyle w:val="Standardowytekst"/>
        <w:jc w:val="center"/>
        <w:rPr>
          <w:b/>
          <w:sz w:val="28"/>
          <w:szCs w:val="28"/>
        </w:rPr>
      </w:pPr>
    </w:p>
    <w:p w14:paraId="157B94F2" w14:textId="044F40F3" w:rsidR="00B32EC0" w:rsidRPr="004F4072" w:rsidRDefault="00B32EC0" w:rsidP="002227EC">
      <w:pPr>
        <w:pStyle w:val="Standardowytekst"/>
        <w:jc w:val="center"/>
        <w:rPr>
          <w:b/>
          <w:sz w:val="28"/>
          <w:szCs w:val="28"/>
        </w:rPr>
      </w:pPr>
      <w:r w:rsidRPr="004F4072">
        <w:rPr>
          <w:b/>
          <w:sz w:val="28"/>
          <w:szCs w:val="28"/>
        </w:rPr>
        <w:t xml:space="preserve">DOLNOŚLĄSKA SŁUŻBA DRÓG I KOLEI </w:t>
      </w:r>
      <w:r w:rsidR="004F4072">
        <w:rPr>
          <w:b/>
          <w:sz w:val="28"/>
          <w:szCs w:val="28"/>
        </w:rPr>
        <w:br/>
      </w:r>
      <w:r w:rsidRPr="004F4072">
        <w:rPr>
          <w:b/>
          <w:sz w:val="28"/>
          <w:szCs w:val="28"/>
        </w:rPr>
        <w:t xml:space="preserve">WE WROCŁAWIU </w:t>
      </w:r>
    </w:p>
    <w:p w14:paraId="410DD444" w14:textId="77777777" w:rsidR="00B32EC0" w:rsidRPr="004F4072" w:rsidRDefault="00B32EC0" w:rsidP="002227EC">
      <w:pPr>
        <w:pStyle w:val="Standardowytekst"/>
        <w:jc w:val="center"/>
        <w:rPr>
          <w:b/>
          <w:sz w:val="24"/>
        </w:rPr>
      </w:pPr>
    </w:p>
    <w:p w14:paraId="4A951210" w14:textId="77777777" w:rsidR="00960F1B" w:rsidRPr="004F4072" w:rsidRDefault="00960F1B" w:rsidP="002227EC">
      <w:pPr>
        <w:pStyle w:val="Standardowytekst"/>
        <w:jc w:val="center"/>
        <w:rPr>
          <w:b/>
          <w:sz w:val="24"/>
        </w:rPr>
      </w:pPr>
    </w:p>
    <w:p w14:paraId="53E2D617" w14:textId="77777777" w:rsidR="00960F1B" w:rsidRPr="004F4072" w:rsidRDefault="00960F1B" w:rsidP="002227EC">
      <w:pPr>
        <w:pStyle w:val="Standardowytekst"/>
        <w:jc w:val="center"/>
        <w:rPr>
          <w:b/>
          <w:sz w:val="24"/>
        </w:rPr>
      </w:pPr>
    </w:p>
    <w:p w14:paraId="403C07DF" w14:textId="77777777" w:rsidR="00960F1B" w:rsidRPr="004F4072" w:rsidRDefault="00960F1B" w:rsidP="002227EC">
      <w:pPr>
        <w:pStyle w:val="Standardowytekst"/>
        <w:jc w:val="center"/>
        <w:rPr>
          <w:sz w:val="24"/>
        </w:rPr>
      </w:pPr>
      <w:r w:rsidRPr="004F4072">
        <w:rPr>
          <w:sz w:val="24"/>
        </w:rPr>
        <w:t>SPECYFIKACJE TECHNICZNE</w:t>
      </w:r>
    </w:p>
    <w:p w14:paraId="5A06D5D8" w14:textId="77777777" w:rsidR="00960F1B" w:rsidRPr="004F4072" w:rsidRDefault="00960F1B" w:rsidP="002227EC">
      <w:pPr>
        <w:pStyle w:val="Standardowytekst"/>
        <w:jc w:val="center"/>
        <w:rPr>
          <w:b/>
          <w:sz w:val="24"/>
        </w:rPr>
      </w:pPr>
    </w:p>
    <w:p w14:paraId="5346A585" w14:textId="77777777" w:rsidR="00960F1B" w:rsidRPr="004F4072" w:rsidRDefault="00960F1B" w:rsidP="002227EC">
      <w:pPr>
        <w:pStyle w:val="Standardowytekst"/>
        <w:jc w:val="center"/>
        <w:rPr>
          <w:b/>
          <w:sz w:val="24"/>
        </w:rPr>
      </w:pPr>
    </w:p>
    <w:p w14:paraId="5848C84A" w14:textId="77777777" w:rsidR="00960F1B" w:rsidRPr="004F4072" w:rsidRDefault="00960F1B" w:rsidP="002227EC">
      <w:pPr>
        <w:pStyle w:val="Standardowytekst"/>
        <w:jc w:val="center"/>
        <w:rPr>
          <w:b/>
          <w:sz w:val="24"/>
        </w:rPr>
      </w:pPr>
    </w:p>
    <w:p w14:paraId="7B38AB13" w14:textId="77777777" w:rsidR="002227EC" w:rsidRPr="004F4072" w:rsidRDefault="002227EC" w:rsidP="002227EC">
      <w:pPr>
        <w:pStyle w:val="Standardowytekst"/>
        <w:jc w:val="center"/>
        <w:rPr>
          <w:b/>
          <w:sz w:val="24"/>
        </w:rPr>
      </w:pPr>
      <w:r w:rsidRPr="004F4072">
        <w:rPr>
          <w:b/>
          <w:sz w:val="24"/>
        </w:rPr>
        <w:t>D-01.02.04</w:t>
      </w:r>
    </w:p>
    <w:p w14:paraId="48080332" w14:textId="77777777" w:rsidR="00960F1B" w:rsidRPr="004F4072" w:rsidRDefault="00960F1B" w:rsidP="002227EC">
      <w:pPr>
        <w:pStyle w:val="Standardowytekst"/>
        <w:jc w:val="center"/>
        <w:rPr>
          <w:b/>
          <w:sz w:val="24"/>
        </w:rPr>
      </w:pPr>
    </w:p>
    <w:p w14:paraId="766F626A" w14:textId="6F7B665E" w:rsidR="002227EC" w:rsidRPr="004F4072" w:rsidRDefault="002227EC" w:rsidP="002227EC">
      <w:pPr>
        <w:pStyle w:val="Standardowytekst"/>
        <w:jc w:val="center"/>
        <w:rPr>
          <w:b/>
          <w:sz w:val="24"/>
        </w:rPr>
      </w:pPr>
      <w:r w:rsidRPr="004F4072">
        <w:rPr>
          <w:b/>
          <w:sz w:val="24"/>
        </w:rPr>
        <w:t xml:space="preserve">ROZBIÓRKA ELEMENTÓW DRÓG, OGRODZEŃ </w:t>
      </w:r>
      <w:r w:rsidR="004F4072">
        <w:rPr>
          <w:b/>
          <w:sz w:val="24"/>
        </w:rPr>
        <w:br/>
      </w:r>
      <w:r w:rsidRPr="004F4072">
        <w:rPr>
          <w:b/>
          <w:sz w:val="24"/>
        </w:rPr>
        <w:t>I PRZEPUSTÓW</w:t>
      </w:r>
    </w:p>
    <w:p w14:paraId="2A1F60C3" w14:textId="77777777" w:rsidR="003312E8" w:rsidRPr="004F4072" w:rsidRDefault="003312E8">
      <w:pPr>
        <w:jc w:val="center"/>
        <w:rPr>
          <w:sz w:val="24"/>
        </w:rPr>
      </w:pPr>
    </w:p>
    <w:p w14:paraId="10CFF42E" w14:textId="77777777" w:rsidR="003312E8" w:rsidRPr="004F4072" w:rsidRDefault="003312E8">
      <w:pPr>
        <w:jc w:val="center"/>
        <w:rPr>
          <w:sz w:val="24"/>
        </w:rPr>
      </w:pPr>
    </w:p>
    <w:p w14:paraId="14D74C4D" w14:textId="77777777" w:rsidR="003312E8" w:rsidRPr="004F4072" w:rsidRDefault="003312E8">
      <w:pPr>
        <w:jc w:val="center"/>
        <w:rPr>
          <w:sz w:val="24"/>
        </w:rPr>
      </w:pPr>
    </w:p>
    <w:p w14:paraId="2296D34E" w14:textId="77777777" w:rsidR="003312E8" w:rsidRPr="004F4072" w:rsidRDefault="003312E8">
      <w:pPr>
        <w:jc w:val="center"/>
        <w:rPr>
          <w:sz w:val="24"/>
        </w:rPr>
      </w:pPr>
    </w:p>
    <w:p w14:paraId="0F352D0F" w14:textId="77777777" w:rsidR="00960F1B" w:rsidRPr="004F4072" w:rsidRDefault="00960F1B">
      <w:pPr>
        <w:jc w:val="center"/>
        <w:rPr>
          <w:sz w:val="24"/>
        </w:rPr>
      </w:pPr>
    </w:p>
    <w:p w14:paraId="060E4423" w14:textId="77777777" w:rsidR="00960F1B" w:rsidRPr="004F4072" w:rsidRDefault="00960F1B">
      <w:pPr>
        <w:jc w:val="center"/>
        <w:rPr>
          <w:sz w:val="24"/>
        </w:rPr>
      </w:pPr>
    </w:p>
    <w:p w14:paraId="6C58A238" w14:textId="77777777" w:rsidR="00960F1B" w:rsidRPr="004F4072" w:rsidRDefault="00960F1B">
      <w:pPr>
        <w:jc w:val="center"/>
        <w:rPr>
          <w:sz w:val="24"/>
        </w:rPr>
      </w:pPr>
    </w:p>
    <w:p w14:paraId="1F541E54" w14:textId="77777777" w:rsidR="00960F1B" w:rsidRPr="004F4072" w:rsidRDefault="00960F1B">
      <w:pPr>
        <w:jc w:val="center"/>
        <w:rPr>
          <w:sz w:val="24"/>
        </w:rPr>
      </w:pPr>
    </w:p>
    <w:p w14:paraId="791C4A37" w14:textId="77777777" w:rsidR="00960F1B" w:rsidRPr="004F4072" w:rsidRDefault="00960F1B">
      <w:pPr>
        <w:jc w:val="center"/>
        <w:rPr>
          <w:sz w:val="24"/>
        </w:rPr>
      </w:pPr>
    </w:p>
    <w:p w14:paraId="4D5807AE" w14:textId="77777777" w:rsidR="00960F1B" w:rsidRPr="004F4072" w:rsidRDefault="00960F1B">
      <w:pPr>
        <w:jc w:val="center"/>
        <w:rPr>
          <w:sz w:val="24"/>
        </w:rPr>
      </w:pPr>
    </w:p>
    <w:p w14:paraId="452B8709" w14:textId="77777777" w:rsidR="00960F1B" w:rsidRPr="004F4072" w:rsidRDefault="00960F1B">
      <w:pPr>
        <w:jc w:val="center"/>
        <w:rPr>
          <w:sz w:val="24"/>
        </w:rPr>
      </w:pPr>
    </w:p>
    <w:p w14:paraId="31E84288" w14:textId="77777777" w:rsidR="00960F1B" w:rsidRPr="004F4072" w:rsidRDefault="00960F1B">
      <w:pPr>
        <w:jc w:val="center"/>
        <w:rPr>
          <w:sz w:val="24"/>
        </w:rPr>
      </w:pPr>
    </w:p>
    <w:p w14:paraId="364D2237" w14:textId="77777777" w:rsidR="00960F1B" w:rsidRPr="004F4072" w:rsidRDefault="00960F1B">
      <w:pPr>
        <w:jc w:val="center"/>
        <w:rPr>
          <w:sz w:val="24"/>
        </w:rPr>
      </w:pPr>
    </w:p>
    <w:p w14:paraId="48266468" w14:textId="77777777" w:rsidR="00960F1B" w:rsidRPr="004F4072" w:rsidRDefault="00960F1B">
      <w:pPr>
        <w:jc w:val="center"/>
        <w:rPr>
          <w:sz w:val="24"/>
        </w:rPr>
      </w:pPr>
    </w:p>
    <w:p w14:paraId="03E6CE1D" w14:textId="77777777" w:rsidR="00960F1B" w:rsidRPr="004F4072" w:rsidRDefault="00960F1B">
      <w:pPr>
        <w:jc w:val="center"/>
        <w:rPr>
          <w:sz w:val="24"/>
        </w:rPr>
      </w:pPr>
    </w:p>
    <w:p w14:paraId="487DEA54" w14:textId="77777777" w:rsidR="00960F1B" w:rsidRPr="004F4072" w:rsidRDefault="00960F1B">
      <w:pPr>
        <w:jc w:val="center"/>
        <w:rPr>
          <w:sz w:val="24"/>
        </w:rPr>
      </w:pPr>
    </w:p>
    <w:p w14:paraId="21937069" w14:textId="77777777" w:rsidR="00960F1B" w:rsidRPr="004F4072" w:rsidRDefault="00960F1B" w:rsidP="004F4072">
      <w:pPr>
        <w:jc w:val="left"/>
        <w:rPr>
          <w:sz w:val="24"/>
        </w:rPr>
      </w:pPr>
    </w:p>
    <w:p w14:paraId="304C2218" w14:textId="77777777" w:rsidR="00960F1B" w:rsidRPr="004F4072" w:rsidRDefault="00960F1B">
      <w:pPr>
        <w:jc w:val="center"/>
        <w:rPr>
          <w:sz w:val="24"/>
        </w:rPr>
      </w:pPr>
    </w:p>
    <w:p w14:paraId="73C4C42A" w14:textId="77777777" w:rsidR="00960F1B" w:rsidRPr="004F4072" w:rsidRDefault="00960F1B">
      <w:pPr>
        <w:jc w:val="center"/>
        <w:rPr>
          <w:sz w:val="24"/>
        </w:rPr>
      </w:pPr>
    </w:p>
    <w:p w14:paraId="5EA66A1B" w14:textId="77777777" w:rsidR="00960F1B" w:rsidRPr="004F4072" w:rsidRDefault="00960F1B">
      <w:pPr>
        <w:jc w:val="center"/>
        <w:rPr>
          <w:sz w:val="24"/>
        </w:rPr>
      </w:pPr>
    </w:p>
    <w:p w14:paraId="3141688C" w14:textId="77777777" w:rsidR="00960F1B" w:rsidRPr="004F4072" w:rsidRDefault="00960F1B">
      <w:pPr>
        <w:jc w:val="center"/>
        <w:rPr>
          <w:sz w:val="24"/>
        </w:rPr>
      </w:pPr>
    </w:p>
    <w:p w14:paraId="35549B6D" w14:textId="77777777" w:rsidR="00960F1B" w:rsidRPr="004F4072" w:rsidRDefault="00960F1B">
      <w:pPr>
        <w:jc w:val="center"/>
        <w:rPr>
          <w:sz w:val="24"/>
        </w:rPr>
      </w:pPr>
    </w:p>
    <w:p w14:paraId="09DB72E7" w14:textId="77777777" w:rsidR="00960F1B" w:rsidRPr="004F4072" w:rsidRDefault="00960F1B">
      <w:pPr>
        <w:jc w:val="center"/>
        <w:rPr>
          <w:sz w:val="24"/>
        </w:rPr>
      </w:pPr>
    </w:p>
    <w:p w14:paraId="42D3B447" w14:textId="77777777" w:rsidR="003312E8" w:rsidRPr="004F4072" w:rsidRDefault="003312E8" w:rsidP="00960F1B">
      <w:pPr>
        <w:rPr>
          <w:sz w:val="24"/>
        </w:rPr>
      </w:pPr>
    </w:p>
    <w:p w14:paraId="4EB7CFA6" w14:textId="77777777" w:rsidR="003312E8" w:rsidRPr="004F4072" w:rsidRDefault="003312E8">
      <w:pPr>
        <w:pStyle w:val="Standardowytekst"/>
        <w:spacing w:after="120"/>
        <w:jc w:val="center"/>
        <w:rPr>
          <w:b/>
        </w:rPr>
      </w:pPr>
      <w:r w:rsidRPr="004F4072">
        <w:rPr>
          <w:b/>
        </w:rPr>
        <w:t>SPIS TREŚCI</w:t>
      </w:r>
    </w:p>
    <w:p w14:paraId="7CA5F48F" w14:textId="77777777" w:rsidR="003312E8" w:rsidRPr="004F4072" w:rsidRDefault="003312E8">
      <w:pPr>
        <w:pStyle w:val="Standardowytekst"/>
        <w:jc w:val="center"/>
        <w:rPr>
          <w:b/>
        </w:rPr>
      </w:pPr>
    </w:p>
    <w:p w14:paraId="05A40950" w14:textId="2CC71A67" w:rsidR="00DE7E6C" w:rsidRPr="004F4072" w:rsidRDefault="00DE7E6C" w:rsidP="00DE7E6C">
      <w:pPr>
        <w:tabs>
          <w:tab w:val="left" w:pos="-3828"/>
          <w:tab w:val="right" w:leader="dot" w:pos="-3686"/>
          <w:tab w:val="right" w:leader="dot" w:pos="7371"/>
        </w:tabs>
      </w:pPr>
      <w:r w:rsidRPr="004F4072">
        <w:rPr>
          <w:b/>
        </w:rPr>
        <w:t xml:space="preserve">  1. WSTĘP</w:t>
      </w:r>
      <w:r w:rsidRPr="004F4072">
        <w:tab/>
      </w:r>
      <w:r w:rsidR="005633C0">
        <w:t>36</w:t>
      </w:r>
    </w:p>
    <w:p w14:paraId="0106032E" w14:textId="24697549" w:rsidR="00DE7E6C" w:rsidRPr="004F4072" w:rsidRDefault="00DE7E6C" w:rsidP="00DE7E6C">
      <w:pPr>
        <w:tabs>
          <w:tab w:val="left" w:pos="-3828"/>
          <w:tab w:val="right" w:leader="dot" w:pos="-3686"/>
          <w:tab w:val="right" w:leader="dot" w:pos="7371"/>
        </w:tabs>
      </w:pPr>
      <w:r w:rsidRPr="004F4072">
        <w:rPr>
          <w:b/>
        </w:rPr>
        <w:t xml:space="preserve">  2. MATERIAŁY</w:t>
      </w:r>
      <w:r w:rsidRPr="004F4072">
        <w:tab/>
      </w:r>
      <w:r w:rsidR="005633C0">
        <w:t>36</w:t>
      </w:r>
    </w:p>
    <w:p w14:paraId="5EB4A944" w14:textId="756E1518" w:rsidR="00DE7E6C" w:rsidRPr="004F4072" w:rsidRDefault="00DE7E6C" w:rsidP="00DE7E6C">
      <w:pPr>
        <w:tabs>
          <w:tab w:val="left" w:pos="-3828"/>
          <w:tab w:val="right" w:leader="dot" w:pos="-3686"/>
          <w:tab w:val="right" w:leader="dot" w:pos="7371"/>
        </w:tabs>
      </w:pPr>
      <w:r w:rsidRPr="004F4072">
        <w:rPr>
          <w:b/>
        </w:rPr>
        <w:t xml:space="preserve">  3. SPRZĘT</w:t>
      </w:r>
      <w:r w:rsidRPr="004F4072">
        <w:tab/>
      </w:r>
      <w:r w:rsidR="005633C0">
        <w:t>37</w:t>
      </w:r>
    </w:p>
    <w:p w14:paraId="53CE8054" w14:textId="6E136290" w:rsidR="00DE7E6C" w:rsidRPr="004F4072" w:rsidRDefault="00DE7E6C" w:rsidP="00DE7E6C">
      <w:pPr>
        <w:tabs>
          <w:tab w:val="left" w:pos="-3828"/>
          <w:tab w:val="right" w:leader="dot" w:pos="-3686"/>
          <w:tab w:val="right" w:leader="dot" w:pos="7371"/>
        </w:tabs>
      </w:pPr>
      <w:r w:rsidRPr="004F4072">
        <w:rPr>
          <w:b/>
        </w:rPr>
        <w:t xml:space="preserve">  4. TRANSPORT</w:t>
      </w:r>
      <w:r w:rsidRPr="004F4072">
        <w:tab/>
      </w:r>
      <w:r w:rsidR="005633C0">
        <w:t>38</w:t>
      </w:r>
    </w:p>
    <w:p w14:paraId="341DE7AA" w14:textId="39011E5C" w:rsidR="00DE7E6C" w:rsidRPr="004F4072" w:rsidRDefault="00DE7E6C" w:rsidP="00DE7E6C">
      <w:pPr>
        <w:tabs>
          <w:tab w:val="left" w:pos="-3828"/>
          <w:tab w:val="right" w:leader="dot" w:pos="-3686"/>
          <w:tab w:val="right" w:leader="dot" w:pos="7371"/>
        </w:tabs>
      </w:pPr>
      <w:r w:rsidRPr="004F4072">
        <w:rPr>
          <w:b/>
        </w:rPr>
        <w:t xml:space="preserve">  5. WYKONANIE ROBÓT</w:t>
      </w:r>
      <w:r w:rsidRPr="004F4072">
        <w:tab/>
      </w:r>
      <w:r w:rsidR="005633C0">
        <w:t>38</w:t>
      </w:r>
    </w:p>
    <w:p w14:paraId="7A4D33BB" w14:textId="402CF5B3" w:rsidR="00DE7E6C" w:rsidRPr="004F4072" w:rsidRDefault="00DE7E6C" w:rsidP="00DE7E6C">
      <w:pPr>
        <w:tabs>
          <w:tab w:val="left" w:pos="-3828"/>
          <w:tab w:val="right" w:leader="dot" w:pos="-3686"/>
          <w:tab w:val="right" w:leader="dot" w:pos="7371"/>
        </w:tabs>
      </w:pPr>
      <w:r w:rsidRPr="004F4072">
        <w:rPr>
          <w:b/>
        </w:rPr>
        <w:t xml:space="preserve">  6. KONTROLA JAKOŚCI ROBÓT</w:t>
      </w:r>
      <w:r w:rsidRPr="004F4072">
        <w:tab/>
      </w:r>
      <w:r w:rsidR="005633C0">
        <w:t>39</w:t>
      </w:r>
    </w:p>
    <w:p w14:paraId="7EC67801" w14:textId="7E23B637" w:rsidR="00DE7E6C" w:rsidRPr="004F4072" w:rsidRDefault="00DE7E6C" w:rsidP="00DE7E6C">
      <w:pPr>
        <w:tabs>
          <w:tab w:val="left" w:pos="-3828"/>
          <w:tab w:val="right" w:leader="dot" w:pos="-3686"/>
          <w:tab w:val="right" w:leader="dot" w:pos="7371"/>
        </w:tabs>
      </w:pPr>
      <w:r w:rsidRPr="004F4072">
        <w:rPr>
          <w:b/>
        </w:rPr>
        <w:t xml:space="preserve">  7. OBMIAR ROBÓT</w:t>
      </w:r>
      <w:r w:rsidRPr="004F4072">
        <w:tab/>
      </w:r>
      <w:r w:rsidR="005633C0">
        <w:t>39</w:t>
      </w:r>
    </w:p>
    <w:p w14:paraId="1EF6ADEF" w14:textId="6B7BB3D5" w:rsidR="00DE7E6C" w:rsidRPr="004F4072" w:rsidRDefault="00DE7E6C" w:rsidP="00DE7E6C">
      <w:pPr>
        <w:tabs>
          <w:tab w:val="left" w:pos="-3828"/>
          <w:tab w:val="right" w:leader="dot" w:pos="-3686"/>
          <w:tab w:val="right" w:leader="dot" w:pos="7371"/>
        </w:tabs>
      </w:pPr>
      <w:r w:rsidRPr="004F4072">
        <w:rPr>
          <w:b/>
        </w:rPr>
        <w:t xml:space="preserve">  8. ODBIÓR ROBÓT</w:t>
      </w:r>
      <w:r w:rsidRPr="004F4072">
        <w:tab/>
      </w:r>
      <w:r w:rsidR="005633C0">
        <w:t>39</w:t>
      </w:r>
    </w:p>
    <w:p w14:paraId="787B6F21" w14:textId="183707A4" w:rsidR="00DE7E6C" w:rsidRPr="004F4072" w:rsidRDefault="00DE7E6C" w:rsidP="00DE7E6C">
      <w:pPr>
        <w:tabs>
          <w:tab w:val="left" w:pos="-3828"/>
          <w:tab w:val="right" w:leader="dot" w:pos="-3686"/>
          <w:tab w:val="right" w:leader="dot" w:pos="7371"/>
        </w:tabs>
      </w:pPr>
      <w:r w:rsidRPr="004F4072">
        <w:rPr>
          <w:b/>
        </w:rPr>
        <w:t xml:space="preserve">  9. PODSTAWA PŁATNOŚCI</w:t>
      </w:r>
      <w:r w:rsidRPr="004F4072">
        <w:tab/>
      </w:r>
      <w:r w:rsidR="005633C0">
        <w:t>40</w:t>
      </w:r>
    </w:p>
    <w:p w14:paraId="326345DE" w14:textId="515D6961" w:rsidR="00DE7E6C" w:rsidRPr="004F4072" w:rsidRDefault="00DE7E6C" w:rsidP="00DE7E6C">
      <w:pPr>
        <w:tabs>
          <w:tab w:val="left" w:pos="-3828"/>
          <w:tab w:val="right" w:leader="dot" w:pos="-3686"/>
          <w:tab w:val="right" w:leader="dot" w:pos="7371"/>
        </w:tabs>
      </w:pPr>
      <w:r w:rsidRPr="004F4072">
        <w:rPr>
          <w:b/>
        </w:rPr>
        <w:t>10. PRZEPISY ZWIĄZANE</w:t>
      </w:r>
      <w:r w:rsidRPr="004F4072">
        <w:tab/>
      </w:r>
      <w:r w:rsidR="005633C0">
        <w:t>41</w:t>
      </w:r>
    </w:p>
    <w:p w14:paraId="257C1950" w14:textId="77777777" w:rsidR="00DE7E6C" w:rsidRPr="004F4072" w:rsidRDefault="00DE7E6C" w:rsidP="00DE7E6C">
      <w:pPr>
        <w:tabs>
          <w:tab w:val="right" w:leader="dot" w:pos="-1985"/>
          <w:tab w:val="left" w:pos="426"/>
          <w:tab w:val="right" w:leader="dot" w:pos="8505"/>
        </w:tabs>
      </w:pPr>
    </w:p>
    <w:p w14:paraId="24E3C65D" w14:textId="77777777" w:rsidR="003312E8" w:rsidRPr="004F4072" w:rsidRDefault="003312E8" w:rsidP="00DE7E6C">
      <w:pPr>
        <w:tabs>
          <w:tab w:val="right" w:leader="dot" w:pos="-1985"/>
          <w:tab w:val="left" w:pos="426"/>
          <w:tab w:val="right" w:leader="dot" w:pos="8505"/>
        </w:tabs>
      </w:pPr>
    </w:p>
    <w:p w14:paraId="513DAF62" w14:textId="77777777" w:rsidR="003312E8" w:rsidRPr="004F4072" w:rsidRDefault="003312E8">
      <w:pPr>
        <w:tabs>
          <w:tab w:val="left" w:pos="0"/>
        </w:tabs>
      </w:pPr>
    </w:p>
    <w:p w14:paraId="467E1506" w14:textId="77777777" w:rsidR="003312E8" w:rsidRPr="004F4072" w:rsidRDefault="003312E8"/>
    <w:p w14:paraId="6DF95986" w14:textId="77777777" w:rsidR="003312E8" w:rsidRPr="004F4072" w:rsidRDefault="003312E8">
      <w:pPr>
        <w:tabs>
          <w:tab w:val="right" w:leader="dot" w:pos="-1985"/>
          <w:tab w:val="left" w:pos="426"/>
          <w:tab w:val="right" w:leader="dot" w:pos="8505"/>
        </w:tabs>
      </w:pPr>
    </w:p>
    <w:p w14:paraId="11EC5B6D" w14:textId="77777777" w:rsidR="003312E8" w:rsidRPr="004F4072" w:rsidRDefault="003312E8">
      <w:pPr>
        <w:tabs>
          <w:tab w:val="right" w:leader="dot" w:pos="-1985"/>
          <w:tab w:val="left" w:pos="426"/>
          <w:tab w:val="right" w:leader="dot" w:pos="8505"/>
        </w:tabs>
      </w:pPr>
    </w:p>
    <w:p w14:paraId="337C0DE2" w14:textId="77777777" w:rsidR="003312E8" w:rsidRPr="004F4072" w:rsidRDefault="003312E8">
      <w:pPr>
        <w:tabs>
          <w:tab w:val="right" w:leader="dot" w:pos="-1985"/>
          <w:tab w:val="left" w:pos="426"/>
          <w:tab w:val="right" w:leader="dot" w:pos="8505"/>
        </w:tabs>
      </w:pPr>
    </w:p>
    <w:p w14:paraId="392D742A" w14:textId="77777777" w:rsidR="003312E8" w:rsidRPr="004F4072" w:rsidRDefault="003312E8">
      <w:pPr>
        <w:tabs>
          <w:tab w:val="right" w:leader="dot" w:pos="-1985"/>
          <w:tab w:val="left" w:pos="426"/>
          <w:tab w:val="right" w:leader="dot" w:pos="8505"/>
        </w:tabs>
      </w:pPr>
    </w:p>
    <w:p w14:paraId="1FCE39AA" w14:textId="77777777" w:rsidR="003312E8" w:rsidRPr="004F4072" w:rsidRDefault="003312E8">
      <w:pPr>
        <w:tabs>
          <w:tab w:val="right" w:leader="dot" w:pos="-1985"/>
          <w:tab w:val="left" w:pos="426"/>
          <w:tab w:val="right" w:leader="dot" w:pos="8505"/>
        </w:tabs>
      </w:pPr>
    </w:p>
    <w:p w14:paraId="4586F065" w14:textId="77777777" w:rsidR="003312E8" w:rsidRPr="004F4072" w:rsidRDefault="003312E8">
      <w:pPr>
        <w:tabs>
          <w:tab w:val="right" w:leader="dot" w:pos="-1985"/>
          <w:tab w:val="left" w:pos="426"/>
          <w:tab w:val="right" w:leader="dot" w:pos="8505"/>
        </w:tabs>
      </w:pPr>
    </w:p>
    <w:p w14:paraId="64C13106" w14:textId="77777777" w:rsidR="003312E8" w:rsidRPr="004F4072" w:rsidRDefault="003312E8">
      <w:pPr>
        <w:tabs>
          <w:tab w:val="right" w:leader="dot" w:pos="-1985"/>
          <w:tab w:val="left" w:pos="426"/>
          <w:tab w:val="right" w:leader="dot" w:pos="8505"/>
        </w:tabs>
      </w:pPr>
    </w:p>
    <w:p w14:paraId="6282A751" w14:textId="77777777" w:rsidR="003312E8" w:rsidRPr="004F4072" w:rsidRDefault="003312E8">
      <w:pPr>
        <w:tabs>
          <w:tab w:val="right" w:leader="dot" w:pos="-1985"/>
          <w:tab w:val="left" w:pos="426"/>
          <w:tab w:val="right" w:leader="dot" w:pos="8505"/>
        </w:tabs>
      </w:pPr>
    </w:p>
    <w:p w14:paraId="4959BD18" w14:textId="77777777" w:rsidR="003312E8" w:rsidRPr="004F4072" w:rsidRDefault="003312E8">
      <w:pPr>
        <w:tabs>
          <w:tab w:val="right" w:leader="dot" w:pos="-1985"/>
          <w:tab w:val="left" w:pos="426"/>
          <w:tab w:val="right" w:leader="dot" w:pos="8505"/>
        </w:tabs>
      </w:pPr>
    </w:p>
    <w:p w14:paraId="12B8266D" w14:textId="77777777" w:rsidR="003312E8" w:rsidRPr="004F4072" w:rsidRDefault="003312E8">
      <w:pPr>
        <w:tabs>
          <w:tab w:val="right" w:leader="dot" w:pos="-1985"/>
          <w:tab w:val="left" w:pos="426"/>
          <w:tab w:val="right" w:leader="dot" w:pos="8505"/>
        </w:tabs>
      </w:pPr>
    </w:p>
    <w:p w14:paraId="3DA6DBDF" w14:textId="77777777" w:rsidR="003312E8" w:rsidRPr="004F4072" w:rsidRDefault="003312E8">
      <w:pPr>
        <w:tabs>
          <w:tab w:val="right" w:leader="dot" w:pos="-1985"/>
          <w:tab w:val="left" w:pos="426"/>
          <w:tab w:val="right" w:leader="dot" w:pos="8505"/>
        </w:tabs>
      </w:pPr>
    </w:p>
    <w:p w14:paraId="454DBD4C" w14:textId="77777777" w:rsidR="003312E8" w:rsidRPr="004F4072" w:rsidRDefault="003312E8">
      <w:pPr>
        <w:tabs>
          <w:tab w:val="right" w:leader="dot" w:pos="-1985"/>
          <w:tab w:val="left" w:pos="426"/>
          <w:tab w:val="right" w:leader="dot" w:pos="8505"/>
        </w:tabs>
      </w:pPr>
    </w:p>
    <w:p w14:paraId="5263EACB" w14:textId="77777777" w:rsidR="00EC1164" w:rsidRPr="004F4072" w:rsidRDefault="00EC1164">
      <w:pPr>
        <w:pStyle w:val="Nagwek1"/>
        <w:rPr>
          <w:b w:val="0"/>
          <w:caps w:val="0"/>
          <w:kern w:val="0"/>
        </w:rPr>
      </w:pPr>
    </w:p>
    <w:p w14:paraId="5E3353F2" w14:textId="77777777" w:rsidR="00960F1B" w:rsidRPr="004F4072" w:rsidRDefault="00960F1B" w:rsidP="00960F1B"/>
    <w:p w14:paraId="722861D3" w14:textId="77777777" w:rsidR="00960F1B" w:rsidRPr="004F4072" w:rsidRDefault="00960F1B" w:rsidP="00960F1B"/>
    <w:p w14:paraId="123DBF9C" w14:textId="77777777" w:rsidR="00960F1B" w:rsidRPr="004F4072" w:rsidRDefault="00960F1B" w:rsidP="00960F1B"/>
    <w:p w14:paraId="65EC8322" w14:textId="77777777" w:rsidR="00960F1B" w:rsidRPr="004F4072" w:rsidRDefault="00960F1B" w:rsidP="00960F1B"/>
    <w:p w14:paraId="3D6FA9C9" w14:textId="77777777" w:rsidR="00960F1B" w:rsidRPr="004F4072" w:rsidRDefault="00960F1B" w:rsidP="00960F1B"/>
    <w:p w14:paraId="7FD15636" w14:textId="77777777" w:rsidR="00960F1B" w:rsidRPr="004F4072" w:rsidRDefault="00960F1B" w:rsidP="00960F1B"/>
    <w:p w14:paraId="1CE55FCA" w14:textId="77777777" w:rsidR="00960F1B" w:rsidRPr="004F4072" w:rsidRDefault="00960F1B" w:rsidP="00960F1B"/>
    <w:p w14:paraId="269879C3" w14:textId="77777777" w:rsidR="00960F1B" w:rsidRPr="004F4072" w:rsidRDefault="00960F1B" w:rsidP="00960F1B"/>
    <w:p w14:paraId="4283FC37" w14:textId="77777777" w:rsidR="00960F1B" w:rsidRPr="004F4072" w:rsidRDefault="00960F1B" w:rsidP="00960F1B"/>
    <w:p w14:paraId="5C6FA3AB" w14:textId="77777777" w:rsidR="003312E8" w:rsidRPr="004F4072" w:rsidRDefault="003312E8">
      <w:pPr>
        <w:pStyle w:val="Nagwek1"/>
      </w:pPr>
      <w:r w:rsidRPr="004F4072">
        <w:t>1. WSTĘP</w:t>
      </w:r>
    </w:p>
    <w:p w14:paraId="41E6C138" w14:textId="77777777" w:rsidR="003312E8" w:rsidRPr="004F4072" w:rsidRDefault="003312E8">
      <w:pPr>
        <w:pStyle w:val="Nagwek2"/>
      </w:pPr>
      <w:r w:rsidRPr="004F4072">
        <w:t>1.1.Przedmiot ST</w:t>
      </w:r>
    </w:p>
    <w:p w14:paraId="4C8F62FA" w14:textId="77777777" w:rsidR="003312E8" w:rsidRPr="004F4072" w:rsidRDefault="003312E8">
      <w:pPr>
        <w:tabs>
          <w:tab w:val="left" w:pos="0"/>
        </w:tabs>
      </w:pPr>
      <w:r w:rsidRPr="004F4072">
        <w:rPr>
          <w:b/>
        </w:rPr>
        <w:tab/>
      </w:r>
      <w:r w:rsidRPr="004F4072">
        <w:t xml:space="preserve">Przedmiotem niniejszej specyfikacji technicznej (ST) są wymagania dotyczące wykonania i odbioru robót związanych z rozbiórką elementów dróg, ogrodzeń i przepustów. </w:t>
      </w:r>
    </w:p>
    <w:p w14:paraId="33D4DE4C" w14:textId="77777777" w:rsidR="003312E8" w:rsidRPr="004F4072" w:rsidRDefault="003312E8">
      <w:pPr>
        <w:pStyle w:val="Nagwek2"/>
      </w:pPr>
      <w:r w:rsidRPr="004F4072">
        <w:t>1.2. Zakres stosowania ST</w:t>
      </w:r>
    </w:p>
    <w:p w14:paraId="0860DC69" w14:textId="6C1317E9" w:rsidR="003312E8" w:rsidRPr="004F4072" w:rsidRDefault="003312E8">
      <w:pPr>
        <w:tabs>
          <w:tab w:val="left" w:pos="0"/>
        </w:tabs>
      </w:pPr>
      <w:r w:rsidRPr="004F4072">
        <w:tab/>
      </w:r>
      <w:r w:rsidR="007E2391" w:rsidRPr="004F4072">
        <w:t>Niniejsza specyfikacja techniczna</w:t>
      </w:r>
      <w:r w:rsidRPr="004F4072">
        <w:t xml:space="preserve"> </w:t>
      </w:r>
      <w:r w:rsidR="007E2391" w:rsidRPr="004F4072">
        <w:t xml:space="preserve">stosowana jest jako </w:t>
      </w:r>
      <w:r w:rsidRPr="004F4072">
        <w:t xml:space="preserve"> dokument przetargowy </w:t>
      </w:r>
      <w:r w:rsidR="004F4072">
        <w:br/>
      </w:r>
      <w:r w:rsidRPr="004F4072">
        <w:t>i kontraktowy przy zlecaniu i realizacji robót na drogach krajowych i wojewódzkich.</w:t>
      </w:r>
    </w:p>
    <w:p w14:paraId="06F4509C" w14:textId="77777777" w:rsidR="003312E8" w:rsidRPr="004F4072" w:rsidRDefault="003312E8">
      <w:pPr>
        <w:tabs>
          <w:tab w:val="left" w:pos="0"/>
        </w:tabs>
      </w:pPr>
      <w:r w:rsidRPr="004F4072">
        <w:tab/>
        <w:t>Zaleca się wykorzystanie ST przy zlecaniu robót na drogach miejskich i gminnych.</w:t>
      </w:r>
    </w:p>
    <w:p w14:paraId="65C52771" w14:textId="77777777" w:rsidR="003312E8" w:rsidRPr="004F4072" w:rsidRDefault="007E2391">
      <w:pPr>
        <w:pStyle w:val="Nagwek2"/>
      </w:pPr>
      <w:r w:rsidRPr="004F4072">
        <w:t xml:space="preserve">1.3. Zakres robót objętych </w:t>
      </w:r>
      <w:r w:rsidR="003312E8" w:rsidRPr="004F4072">
        <w:t>ST</w:t>
      </w:r>
    </w:p>
    <w:p w14:paraId="578711C9" w14:textId="77777777" w:rsidR="003312E8" w:rsidRPr="004F4072" w:rsidRDefault="003312E8">
      <w:pPr>
        <w:tabs>
          <w:tab w:val="right" w:leader="dot" w:pos="-1985"/>
          <w:tab w:val="left" w:pos="426"/>
          <w:tab w:val="right" w:leader="dot" w:pos="8505"/>
        </w:tabs>
      </w:pPr>
      <w:r w:rsidRPr="004F4072">
        <w:rPr>
          <w:b/>
        </w:rPr>
        <w:tab/>
      </w:r>
      <w:r w:rsidRPr="004F4072">
        <w:t>Ustalenia zawarte w niniejszej specyfikacji dotyczą zasad prowadzenia robót związanych z rozbiórką:</w:t>
      </w:r>
    </w:p>
    <w:p w14:paraId="73C22FE5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warstw nawierzchni,</w:t>
      </w:r>
    </w:p>
    <w:p w14:paraId="7BB46943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krawężników, obrzeży i oporników,</w:t>
      </w:r>
    </w:p>
    <w:p w14:paraId="53371FF5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ścieków,</w:t>
      </w:r>
    </w:p>
    <w:p w14:paraId="04D1D426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chodników,</w:t>
      </w:r>
    </w:p>
    <w:p w14:paraId="00C456A1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ogrodzeń,</w:t>
      </w:r>
    </w:p>
    <w:p w14:paraId="073C0109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barier i poręczy,</w:t>
      </w:r>
    </w:p>
    <w:p w14:paraId="24005FA2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znaków drogowych,</w:t>
      </w:r>
    </w:p>
    <w:p w14:paraId="3D619305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przepustów: betonowych, żelbetowych, kamiennych, ceglanych itp.</w:t>
      </w:r>
    </w:p>
    <w:p w14:paraId="6351FBBF" w14:textId="77777777" w:rsidR="003312E8" w:rsidRPr="004F4072" w:rsidRDefault="003312E8" w:rsidP="00451571">
      <w:pPr>
        <w:pStyle w:val="Nagwek2"/>
        <w:numPr>
          <w:ilvl w:val="12"/>
          <w:numId w:val="0"/>
        </w:numPr>
      </w:pPr>
      <w:r w:rsidRPr="004F4072">
        <w:t>1.4. Określenia podstawowe</w:t>
      </w:r>
    </w:p>
    <w:p w14:paraId="5B33B723" w14:textId="77777777" w:rsidR="003312E8" w:rsidRPr="004F4072" w:rsidRDefault="003312E8" w:rsidP="00451571">
      <w:pPr>
        <w:numPr>
          <w:ilvl w:val="12"/>
          <w:numId w:val="0"/>
        </w:numPr>
        <w:tabs>
          <w:tab w:val="left" w:pos="0"/>
        </w:tabs>
      </w:pPr>
      <w:r w:rsidRPr="004F4072">
        <w:tab/>
        <w:t>Stosowane określenia podstawowe są zgodne z obowiązującymi, odpowiednimi polskimi normami oraz z definicjami podanymi w OST D-M-00.00.00 „Wymagania ogólne” pkt 1.4.</w:t>
      </w:r>
    </w:p>
    <w:p w14:paraId="6A059101" w14:textId="77777777" w:rsidR="003312E8" w:rsidRPr="004F4072" w:rsidRDefault="003312E8" w:rsidP="00451571">
      <w:pPr>
        <w:pStyle w:val="Nagwek2"/>
        <w:numPr>
          <w:ilvl w:val="12"/>
          <w:numId w:val="0"/>
        </w:numPr>
      </w:pPr>
      <w:r w:rsidRPr="004F4072">
        <w:t>1.5. Ogólne wymagania dotyczące robót</w:t>
      </w:r>
    </w:p>
    <w:p w14:paraId="7298C4A7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Ogólne wymagania dotyczące robót podano w OST D-M-00.00.00 „Wymagania ogólne” pkt 1.5.</w:t>
      </w:r>
    </w:p>
    <w:p w14:paraId="69BD2D15" w14:textId="77777777" w:rsidR="003312E8" w:rsidRPr="004F4072" w:rsidRDefault="003312E8" w:rsidP="00451571">
      <w:pPr>
        <w:pStyle w:val="Nagwek1"/>
        <w:numPr>
          <w:ilvl w:val="12"/>
          <w:numId w:val="0"/>
        </w:numPr>
      </w:pPr>
      <w:r w:rsidRPr="004F4072">
        <w:t>2. MATERIAŁY</w:t>
      </w:r>
    </w:p>
    <w:p w14:paraId="1977668F" w14:textId="77777777" w:rsidR="003312E8" w:rsidRPr="004F4072" w:rsidRDefault="003312E8" w:rsidP="00451571">
      <w:pPr>
        <w:pStyle w:val="Nagwek2"/>
        <w:numPr>
          <w:ilvl w:val="12"/>
          <w:numId w:val="0"/>
        </w:numPr>
      </w:pPr>
      <w:r w:rsidRPr="004F4072">
        <w:t>2.1. Ogólne wymagania dotyczące materiałów</w:t>
      </w:r>
    </w:p>
    <w:p w14:paraId="14A62CF5" w14:textId="338937E9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rPr>
          <w:b/>
        </w:rPr>
        <w:tab/>
      </w:r>
      <w:r w:rsidRPr="004F4072">
        <w:t xml:space="preserve">Ogólne wymagania dotyczące materiałów, ich pozyskiwania i składowania, podano </w:t>
      </w:r>
      <w:r w:rsidR="004F4072">
        <w:br/>
      </w:r>
      <w:r w:rsidRPr="004F4072">
        <w:t>w OST D-M-00.00.00 „Wymagania ogólne” pkt 2.</w:t>
      </w:r>
    </w:p>
    <w:p w14:paraId="46175E8A" w14:textId="77777777" w:rsidR="003312E8" w:rsidRPr="004F4072" w:rsidRDefault="003312E8" w:rsidP="00451571">
      <w:pPr>
        <w:pStyle w:val="Nagwek2"/>
        <w:numPr>
          <w:ilvl w:val="12"/>
          <w:numId w:val="0"/>
        </w:numPr>
      </w:pPr>
      <w:r w:rsidRPr="004F4072">
        <w:lastRenderedPageBreak/>
        <w:t>2.2. Rusztowania</w:t>
      </w:r>
    </w:p>
    <w:p w14:paraId="09929C11" w14:textId="3232BFA2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 xml:space="preserve">Rusztowania robocze przestawne przy rozbiórce przepustów mogą być wykonane </w:t>
      </w:r>
      <w:r w:rsidR="004F4072">
        <w:br/>
      </w:r>
      <w:r w:rsidRPr="004F4072">
        <w:t>z drewna lub rur stalowych w postaci:</w:t>
      </w:r>
    </w:p>
    <w:p w14:paraId="5879FA09" w14:textId="5FEE8975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4F4072">
          <w:t>1,5 m</w:t>
        </w:r>
      </w:smartTag>
      <w:r w:rsidRPr="004F4072"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4F4072">
          <w:t>12,5 cm</w:t>
        </w:r>
      </w:smartTag>
      <w:r w:rsidRPr="004F4072"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 w:rsidRPr="004F4072">
          <w:t>7,6 cm</w:t>
        </w:r>
      </w:smartTag>
      <w:r w:rsidRPr="004F4072"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4F4072">
          <w:t>12,5 cm</w:t>
        </w:r>
      </w:smartTag>
      <w:r w:rsidRPr="004F4072">
        <w:t xml:space="preserve">) </w:t>
      </w:r>
      <w:r w:rsidR="004F4072">
        <w:br/>
      </w:r>
      <w:r w:rsidRPr="004F4072">
        <w:t>i pomostu z desek,</w:t>
      </w:r>
    </w:p>
    <w:p w14:paraId="5A7A1E82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4F4072">
          <w:t>6 m</w:t>
        </w:r>
      </w:smartTag>
      <w:r w:rsidRPr="004F4072"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4F4072">
          <w:t>52 cm</w:t>
        </w:r>
      </w:smartTag>
      <w:r w:rsidRPr="004F4072"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4F4072">
          <w:t>12,5 cm</w:t>
        </w:r>
      </w:smartTag>
      <w:r w:rsidRPr="004F4072"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4F4072">
          <w:t>6,3 cm</w:t>
        </w:r>
      </w:smartTag>
      <w:r w:rsidRPr="004F4072">
        <w:t>) układa się pomosty z desek,</w:t>
      </w:r>
    </w:p>
    <w:p w14:paraId="19F14901" w14:textId="5D1C4503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 xml:space="preserve">przestawnych klatek </w:t>
      </w:r>
      <w:proofErr w:type="spellStart"/>
      <w:r w:rsidRPr="004F4072">
        <w:t>rusztowaniowych</w:t>
      </w:r>
      <w:proofErr w:type="spellEnd"/>
      <w:r w:rsidRPr="004F4072"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4F4072">
          <w:t>63,5 mm</w:t>
        </w:r>
      </w:smartTag>
      <w:r w:rsidRPr="004F4072">
        <w:t xml:space="preserve">, </w:t>
      </w:r>
      <w:r w:rsidR="004F4072">
        <w:br/>
      </w:r>
      <w:r w:rsidRPr="004F4072">
        <w:t xml:space="preserve">o wymiarach klatek około 1,2 x </w:t>
      </w:r>
      <w:smartTag w:uri="urn:schemas-microsoft-com:office:smarttags" w:element="metricconverter">
        <w:smartTagPr>
          <w:attr w:name="ProductID" w:val="1,5 m"/>
        </w:smartTagPr>
        <w:r w:rsidRPr="004F4072">
          <w:t>1,5 m</w:t>
        </w:r>
      </w:smartTag>
      <w:r w:rsidRPr="004F4072">
        <w:t xml:space="preserve"> lub płaskich klatek </w:t>
      </w:r>
      <w:proofErr w:type="spellStart"/>
      <w:r w:rsidRPr="004F4072">
        <w:t>rusztowaniowych</w:t>
      </w:r>
      <w:proofErr w:type="spellEnd"/>
      <w:r w:rsidRPr="004F4072"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 w:rsidRPr="004F4072">
          <w:t>108 mm</w:t>
        </w:r>
      </w:smartTag>
      <w:r w:rsidRPr="004F4072"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4F4072">
          <w:t>5 mm</w:t>
        </w:r>
      </w:smartTag>
      <w:r w:rsidRPr="004F4072"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4F4072">
          <w:t>7 mm</w:t>
        </w:r>
      </w:smartTag>
      <w:r w:rsidRPr="004F4072"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4F4072">
          <w:t>1,5 m</w:t>
        </w:r>
      </w:smartTag>
      <w:r w:rsidRPr="004F4072">
        <w:t>,</w:t>
      </w:r>
    </w:p>
    <w:p w14:paraId="588A74CB" w14:textId="2090796E" w:rsidR="003312E8" w:rsidRPr="004F4072" w:rsidRDefault="003312E8" w:rsidP="004F4072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4F4072">
          <w:t>76,1 mm</w:t>
        </w:r>
      </w:smartTag>
      <w:r w:rsidRPr="004F4072">
        <w:t xml:space="preserve"> połączonych łącznikami </w:t>
      </w:r>
      <w:r w:rsidR="004F4072">
        <w:br/>
      </w:r>
      <w:r w:rsidRPr="004F4072">
        <w:t>w ramownice i kratownice.</w:t>
      </w:r>
    </w:p>
    <w:p w14:paraId="52AF69E2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Rusztowanie należy wykonać z materiałów odpowiadających następującym normom:</w:t>
      </w:r>
    </w:p>
    <w:p w14:paraId="2E7DF0A6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drewno i tarcica wg PN-D-95017 [1], PN-D-96000 [2], PN-D-96002 [3] lub innej zaakceptowanej przez Inżyniera,</w:t>
      </w:r>
    </w:p>
    <w:p w14:paraId="3085D936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gwoździe wg BN-87/5028-12 [8],</w:t>
      </w:r>
    </w:p>
    <w:p w14:paraId="19EABC58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rury stalowe wg PN-H-74219 [4], PN-H-74220 [5] lub innej zaakceptowanej przez Inżyniera,</w:t>
      </w:r>
    </w:p>
    <w:p w14:paraId="5D4839A2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kątowniki wg PN-H-93401[6], PN-H-93402 [7] lub innej zaakceptowanej przez Inżyniera.</w:t>
      </w:r>
    </w:p>
    <w:p w14:paraId="36D7E880" w14:textId="77777777" w:rsidR="003312E8" w:rsidRPr="004F4072" w:rsidRDefault="003312E8" w:rsidP="00451571">
      <w:pPr>
        <w:pStyle w:val="Nagwek1"/>
        <w:numPr>
          <w:ilvl w:val="12"/>
          <w:numId w:val="0"/>
        </w:numPr>
      </w:pPr>
      <w:r w:rsidRPr="004F4072">
        <w:t>3. SPRZĘT</w:t>
      </w:r>
    </w:p>
    <w:p w14:paraId="13FF3884" w14:textId="77777777" w:rsidR="003312E8" w:rsidRPr="004F4072" w:rsidRDefault="003312E8" w:rsidP="00451571">
      <w:pPr>
        <w:pStyle w:val="Nagwek2"/>
        <w:numPr>
          <w:ilvl w:val="12"/>
          <w:numId w:val="0"/>
        </w:numPr>
      </w:pPr>
      <w:r w:rsidRPr="004F4072">
        <w:t>3.1. Ogólne wymagania dotyczące sprzętu</w:t>
      </w:r>
    </w:p>
    <w:p w14:paraId="4127D467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Ogólne wymagania dotyczące sprzętu podano w OST D-M-00.00.00 „Wymagania ogólne” pkt 3.</w:t>
      </w:r>
    </w:p>
    <w:p w14:paraId="300C52F4" w14:textId="77777777" w:rsidR="003312E8" w:rsidRPr="004F4072" w:rsidRDefault="003312E8" w:rsidP="00451571">
      <w:pPr>
        <w:pStyle w:val="Nagwek2"/>
        <w:numPr>
          <w:ilvl w:val="12"/>
          <w:numId w:val="0"/>
        </w:numPr>
      </w:pPr>
      <w:r w:rsidRPr="004F4072">
        <w:t>3.2. Sprzęt do rozbiórki</w:t>
      </w:r>
    </w:p>
    <w:p w14:paraId="63D724D1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Do wykonania robót związanych z rozbiórką elementów dróg, ogrodzeń i przepustów może być wykorzystany sprzęt podany poniżej, lub inny zaakceptowany przez Inżyniera:</w:t>
      </w:r>
    </w:p>
    <w:p w14:paraId="4FAC5F62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spycharki,</w:t>
      </w:r>
    </w:p>
    <w:p w14:paraId="22D41D4D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ładowarki,</w:t>
      </w:r>
    </w:p>
    <w:p w14:paraId="3E74DFA0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żurawie samochodowe,</w:t>
      </w:r>
    </w:p>
    <w:p w14:paraId="24B3CFFF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samochody ciężarowe,</w:t>
      </w:r>
    </w:p>
    <w:p w14:paraId="213F3F6F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zrywarki,</w:t>
      </w:r>
    </w:p>
    <w:p w14:paraId="127137FB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młoty pneumatyczne,</w:t>
      </w:r>
    </w:p>
    <w:p w14:paraId="1C7D4392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piły mechaniczne,</w:t>
      </w:r>
    </w:p>
    <w:p w14:paraId="0C95F209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frezarki nawierzchni,</w:t>
      </w:r>
    </w:p>
    <w:p w14:paraId="6F730D5F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koparki.</w:t>
      </w:r>
    </w:p>
    <w:p w14:paraId="2BD4E801" w14:textId="77777777" w:rsidR="003312E8" w:rsidRPr="004F4072" w:rsidRDefault="003312E8" w:rsidP="00451571">
      <w:pPr>
        <w:pStyle w:val="Nagwek1"/>
        <w:numPr>
          <w:ilvl w:val="12"/>
          <w:numId w:val="0"/>
        </w:numPr>
      </w:pPr>
      <w:r w:rsidRPr="004F4072">
        <w:lastRenderedPageBreak/>
        <w:t>4. TRANSPORT</w:t>
      </w:r>
    </w:p>
    <w:p w14:paraId="21D536D2" w14:textId="77777777" w:rsidR="003312E8" w:rsidRPr="004F4072" w:rsidRDefault="003312E8" w:rsidP="00451571">
      <w:pPr>
        <w:pStyle w:val="Nagwek2"/>
        <w:numPr>
          <w:ilvl w:val="12"/>
          <w:numId w:val="0"/>
        </w:numPr>
      </w:pPr>
      <w:r w:rsidRPr="004F4072">
        <w:t>4.1. Ogólne wymagania dotyczące transportu</w:t>
      </w:r>
    </w:p>
    <w:p w14:paraId="0BA4E292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Ogólne wymagania dotyczące transportu podano w OST D-M-00.00.00 „Wymagania ogólne” pkt 4.</w:t>
      </w:r>
    </w:p>
    <w:p w14:paraId="4F94AB11" w14:textId="77777777" w:rsidR="003312E8" w:rsidRPr="004F4072" w:rsidRDefault="003312E8" w:rsidP="00451571">
      <w:pPr>
        <w:pStyle w:val="Nagwek2"/>
        <w:numPr>
          <w:ilvl w:val="12"/>
          <w:numId w:val="0"/>
        </w:numPr>
      </w:pPr>
      <w:r w:rsidRPr="004F4072">
        <w:t>4.2. Transport materiałów z rozbiórki</w:t>
      </w:r>
    </w:p>
    <w:p w14:paraId="15739594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Materiał z rozbiórki można przewozić dowolnym środkiem transportu.</w:t>
      </w:r>
    </w:p>
    <w:p w14:paraId="0E3DFF8C" w14:textId="77777777" w:rsidR="003312E8" w:rsidRPr="004F4072" w:rsidRDefault="003312E8" w:rsidP="00451571">
      <w:pPr>
        <w:pStyle w:val="Nagwek1"/>
        <w:numPr>
          <w:ilvl w:val="12"/>
          <w:numId w:val="0"/>
        </w:numPr>
      </w:pPr>
      <w:r w:rsidRPr="004F4072">
        <w:t>5. WYKONANIE ROBÓT</w:t>
      </w:r>
    </w:p>
    <w:p w14:paraId="7B815AD9" w14:textId="77777777" w:rsidR="003312E8" w:rsidRPr="004F4072" w:rsidRDefault="003312E8" w:rsidP="00451571">
      <w:pPr>
        <w:pStyle w:val="Nagwek2"/>
        <w:numPr>
          <w:ilvl w:val="12"/>
          <w:numId w:val="0"/>
        </w:numPr>
      </w:pPr>
      <w:r w:rsidRPr="004F4072">
        <w:t>5.1. Ogólne zasady wykonania robót</w:t>
      </w:r>
    </w:p>
    <w:p w14:paraId="2C87317E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Ogólne zasady wykonania robót podano w OST D-M-00.00.00 „Wymagania ogólne” pkt 5.</w:t>
      </w:r>
    </w:p>
    <w:p w14:paraId="59826F96" w14:textId="77777777" w:rsidR="003312E8" w:rsidRPr="004F4072" w:rsidRDefault="003312E8" w:rsidP="00451571">
      <w:pPr>
        <w:pStyle w:val="Nagwek2"/>
        <w:numPr>
          <w:ilvl w:val="12"/>
          <w:numId w:val="0"/>
        </w:numPr>
      </w:pPr>
      <w:r w:rsidRPr="004F4072">
        <w:t>5.2. Wykonanie robót rozbiórkowych</w:t>
      </w:r>
    </w:p>
    <w:p w14:paraId="7BFFABE6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Roboty rozbiórkowe elementów dróg, ogrodzeń i przepustów obejmują usunięcie z terenu budowy wszystkich elementów wymienionych w pkt 1.3, zgodnie z dokumentacją projektową, SST lub wskazanych przez Inżyniera.</w:t>
      </w:r>
    </w:p>
    <w:p w14:paraId="1A7291AA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384AEB05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Roboty rozbiórkowe można wykonywać mechanicznie lub ręcznie w sposób określony w SST lub przez Inżyniera.</w:t>
      </w:r>
    </w:p>
    <w:p w14:paraId="2D26E480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W przypadku usuwania warstw nawierzchni z zastosowaniem frezarek drogowych, należy spełnić warunki określone w OST D-05.03.11 „Recykling”.</w:t>
      </w:r>
    </w:p>
    <w:p w14:paraId="4818D97E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W przypadku robót rozbiórkowych przepustu należy dokonać:</w:t>
      </w:r>
    </w:p>
    <w:p w14:paraId="7C5C8C30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odkopania przepustu,</w:t>
      </w:r>
    </w:p>
    <w:p w14:paraId="057B1057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 xml:space="preserve">ew. ustawienia przenośnych rusztowań przy przepustach wyższych od około </w:t>
      </w:r>
      <w:smartTag w:uri="urn:schemas-microsoft-com:office:smarttags" w:element="metricconverter">
        <w:smartTagPr>
          <w:attr w:name="ProductID" w:val="2 m"/>
        </w:smartTagPr>
        <w:r w:rsidRPr="004F4072">
          <w:t>2 m</w:t>
        </w:r>
      </w:smartTag>
      <w:r w:rsidRPr="004F4072">
        <w:t>,</w:t>
      </w:r>
    </w:p>
    <w:p w14:paraId="5D2E99AB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rozbicia elementów, których nie przewiduje się odzyskać, w sposób ręczny lub mechaniczny z ew. przecięciem prętów zbrojeniowych i ich odgięciem,</w:t>
      </w:r>
    </w:p>
    <w:p w14:paraId="5FCA1A93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14:paraId="676A50FE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oczyszczenia rozebranych elementów, przewidzianych do powtórnego użycia                      (z zaprawy, kawałków betonu, izolacji itp.) i ich posortowania.</w:t>
      </w:r>
    </w:p>
    <w:p w14:paraId="74B20712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14:paraId="6CC645D5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Elementy i materiały, które zgodnie z SST stają się własnością Wykonawcy, powinny być usunięte z terenu budowy.</w:t>
      </w:r>
    </w:p>
    <w:p w14:paraId="0D71E5CE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lastRenderedPageBreak/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6589D930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14:paraId="745DFFF8" w14:textId="77777777" w:rsidR="003312E8" w:rsidRPr="004F4072" w:rsidRDefault="003312E8" w:rsidP="00451571">
      <w:pPr>
        <w:pStyle w:val="Nagwek1"/>
        <w:numPr>
          <w:ilvl w:val="12"/>
          <w:numId w:val="0"/>
        </w:numPr>
      </w:pPr>
      <w:r w:rsidRPr="004F4072">
        <w:t>6. KONTROLA JAKOŚCI ROBÓT</w:t>
      </w:r>
    </w:p>
    <w:p w14:paraId="5531BEC2" w14:textId="77777777" w:rsidR="003312E8" w:rsidRPr="004F4072" w:rsidRDefault="003312E8" w:rsidP="00451571">
      <w:pPr>
        <w:pStyle w:val="Nagwek2"/>
        <w:numPr>
          <w:ilvl w:val="12"/>
          <w:numId w:val="0"/>
        </w:numPr>
      </w:pPr>
      <w:r w:rsidRPr="004F4072">
        <w:t>6.1. Ogólne zasady kontroli jakości robót</w:t>
      </w:r>
    </w:p>
    <w:p w14:paraId="70700771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Ogólne zasady kontroli jakości robót podano w OST D-M-00.00.00 „Wymagania ogólne” pkt 6.</w:t>
      </w:r>
    </w:p>
    <w:p w14:paraId="14DA7AA1" w14:textId="77777777" w:rsidR="003312E8" w:rsidRPr="004F4072" w:rsidRDefault="003312E8" w:rsidP="00451571">
      <w:pPr>
        <w:pStyle w:val="Nagwek2"/>
        <w:numPr>
          <w:ilvl w:val="12"/>
          <w:numId w:val="0"/>
        </w:numPr>
      </w:pPr>
      <w:r w:rsidRPr="004F4072">
        <w:t>6.2. Kontrola jakości robót rozbiórkowych</w:t>
      </w:r>
    </w:p>
    <w:p w14:paraId="1C9F40A4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Kontrola jakości robót polega na wizualnej ocenie kompletności wykonanych robót rozbiórkowych oraz sprawdzeniu stopnia uszkodzenia elementów przewidzianych do powtórnego wykorzystania.</w:t>
      </w:r>
    </w:p>
    <w:p w14:paraId="247F985D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Zagęszczenie gruntu wypełniającego ewentualne doły po usuniętych elementach nawierzchni, ogrodzeń i przepustów powinno spełniać odpowiednie wymagania określone w OST D-02.00.00 „Roboty ziemne”.</w:t>
      </w:r>
    </w:p>
    <w:p w14:paraId="4E04F7E2" w14:textId="77777777" w:rsidR="003312E8" w:rsidRPr="004F4072" w:rsidRDefault="003312E8" w:rsidP="00451571">
      <w:pPr>
        <w:pStyle w:val="Nagwek1"/>
        <w:numPr>
          <w:ilvl w:val="12"/>
          <w:numId w:val="0"/>
        </w:numPr>
      </w:pPr>
      <w:r w:rsidRPr="004F4072">
        <w:t>7. OBMIAR ROBÓT</w:t>
      </w:r>
    </w:p>
    <w:p w14:paraId="2FA6799C" w14:textId="77777777" w:rsidR="003312E8" w:rsidRPr="004F4072" w:rsidRDefault="003312E8" w:rsidP="00451571">
      <w:pPr>
        <w:pStyle w:val="Nagwek2"/>
        <w:numPr>
          <w:ilvl w:val="12"/>
          <w:numId w:val="0"/>
        </w:numPr>
      </w:pPr>
      <w:r w:rsidRPr="004F4072">
        <w:t>7.1. Ogólne zasady obmiaru robót</w:t>
      </w:r>
    </w:p>
    <w:p w14:paraId="20942DB7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rPr>
          <w:b/>
        </w:rPr>
        <w:tab/>
      </w:r>
      <w:r w:rsidRPr="004F4072">
        <w:t>Ogólne zasady obmiaru robót podano w OST D-M-00.00.00 „Wymagania ogólne”     pkt 7.</w:t>
      </w:r>
    </w:p>
    <w:p w14:paraId="6FAA895D" w14:textId="77777777" w:rsidR="003312E8" w:rsidRPr="004F4072" w:rsidRDefault="003312E8" w:rsidP="00451571">
      <w:pPr>
        <w:pStyle w:val="Nagwek2"/>
        <w:numPr>
          <w:ilvl w:val="12"/>
          <w:numId w:val="0"/>
        </w:numPr>
      </w:pPr>
      <w:r w:rsidRPr="004F4072">
        <w:t>7.2. Jednostka obmiarowa</w:t>
      </w:r>
    </w:p>
    <w:p w14:paraId="7C64A45A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rPr>
          <w:b/>
        </w:rPr>
        <w:tab/>
      </w:r>
      <w:r w:rsidRPr="004F4072">
        <w:t>Jednostką obmiarową robót związanych z rozbiórką elementów dróg i ogrodzeń jest:</w:t>
      </w:r>
    </w:p>
    <w:p w14:paraId="3C01FC5E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dla nawierzchni i chodnika - m</w:t>
      </w:r>
      <w:r w:rsidRPr="004F4072">
        <w:rPr>
          <w:vertAlign w:val="superscript"/>
        </w:rPr>
        <w:t>2</w:t>
      </w:r>
      <w:r w:rsidRPr="004F4072">
        <w:t xml:space="preserve"> (metr kwadratowy),</w:t>
      </w:r>
    </w:p>
    <w:p w14:paraId="333B7CBD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dla krawężnika, opornika, obrzeża, ścieków prefabrykowanych, ogrodzeń, barier i poręczy - m (metr),</w:t>
      </w:r>
    </w:p>
    <w:p w14:paraId="0C2D294B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dla znaków drogowych - szt. (sztuka),</w:t>
      </w:r>
    </w:p>
    <w:p w14:paraId="3B95D26D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dla przepustów i ich elementów</w:t>
      </w:r>
    </w:p>
    <w:p w14:paraId="7DB67191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a) betonowych, kamiennych, ceglanych - m</w:t>
      </w:r>
      <w:r w:rsidRPr="004F4072">
        <w:rPr>
          <w:vertAlign w:val="superscript"/>
        </w:rPr>
        <w:t>3</w:t>
      </w:r>
      <w:r w:rsidRPr="004F4072">
        <w:t xml:space="preserve"> (metr sześcienny),</w:t>
      </w:r>
    </w:p>
    <w:p w14:paraId="5B2FBCF0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b) prefabrykowanych betonowych, żelbetowych - m (metr).</w:t>
      </w:r>
    </w:p>
    <w:p w14:paraId="5170275E" w14:textId="77777777" w:rsidR="003312E8" w:rsidRPr="004F4072" w:rsidRDefault="003312E8" w:rsidP="00451571">
      <w:pPr>
        <w:pStyle w:val="Nagwek1"/>
        <w:numPr>
          <w:ilvl w:val="12"/>
          <w:numId w:val="0"/>
        </w:numPr>
      </w:pPr>
      <w:r w:rsidRPr="004F4072">
        <w:t>8. ODBIÓR ROBÓT</w:t>
      </w:r>
    </w:p>
    <w:p w14:paraId="56A3155E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rPr>
          <w:b/>
        </w:rPr>
        <w:tab/>
      </w:r>
      <w:r w:rsidRPr="004F4072">
        <w:t>Ogólne zasady odbioru robót podano w OST D-M-00.00.00 „Wymagania ogólne”            pkt 8.</w:t>
      </w:r>
    </w:p>
    <w:p w14:paraId="49779748" w14:textId="77777777" w:rsidR="003312E8" w:rsidRPr="004F4072" w:rsidRDefault="003312E8" w:rsidP="00451571">
      <w:pPr>
        <w:pStyle w:val="Nagwek1"/>
        <w:numPr>
          <w:ilvl w:val="12"/>
          <w:numId w:val="0"/>
        </w:numPr>
      </w:pPr>
      <w:r w:rsidRPr="004F4072">
        <w:lastRenderedPageBreak/>
        <w:t>9. PODSTAWA PŁATNOŚCI</w:t>
      </w:r>
    </w:p>
    <w:p w14:paraId="0BF380B9" w14:textId="77777777" w:rsidR="003312E8" w:rsidRPr="004F4072" w:rsidRDefault="003312E8" w:rsidP="00451571">
      <w:pPr>
        <w:pStyle w:val="Nagwek2"/>
        <w:numPr>
          <w:ilvl w:val="12"/>
          <w:numId w:val="0"/>
        </w:numPr>
      </w:pPr>
      <w:r w:rsidRPr="004F4072">
        <w:t>9.1. Ogólne ustalenia dotyczące podstawy płatności</w:t>
      </w:r>
    </w:p>
    <w:p w14:paraId="179DEB56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rPr>
          <w:b/>
        </w:rPr>
        <w:tab/>
      </w:r>
      <w:r w:rsidRPr="004F4072">
        <w:t>Ogólne ustalenia dotyczące podstawy płatności podano w OST D-M-00.00.00 „Wymagania ogólne” pkt 9.</w:t>
      </w:r>
    </w:p>
    <w:p w14:paraId="205A0994" w14:textId="77777777" w:rsidR="003312E8" w:rsidRPr="004F4072" w:rsidRDefault="003312E8" w:rsidP="00451571">
      <w:pPr>
        <w:pStyle w:val="Nagwek2"/>
        <w:numPr>
          <w:ilvl w:val="12"/>
          <w:numId w:val="0"/>
        </w:numPr>
      </w:pPr>
      <w:r w:rsidRPr="004F4072">
        <w:t>9.2. Cena jednostki obmiarowej</w:t>
      </w:r>
    </w:p>
    <w:p w14:paraId="392E233F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ab/>
        <w:t>Cena wykonania robót obejmuje:</w:t>
      </w:r>
    </w:p>
    <w:p w14:paraId="3A0AEF5E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a) dla rozbiórki warstw nawierzchni:</w:t>
      </w:r>
    </w:p>
    <w:p w14:paraId="508DCDED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wyznaczenie powierzchni przeznaczonej do rozbiórki,</w:t>
      </w:r>
    </w:p>
    <w:p w14:paraId="6B21E2B3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rozkucie i zerwanie nawierzchni,</w:t>
      </w:r>
    </w:p>
    <w:p w14:paraId="0E02D28F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ew. przesortowanie materiału uzyskanego z rozbiórki, w celu ponownego jej użycia, z ułożeniem na poboczu,</w:t>
      </w:r>
    </w:p>
    <w:p w14:paraId="1D547039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załadunek i wywiezienie materiałów z rozbiórki,</w:t>
      </w:r>
    </w:p>
    <w:p w14:paraId="4B61FDFE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wyrównanie podłoża i uporządkowanie terenu rozbiórki;</w:t>
      </w:r>
    </w:p>
    <w:p w14:paraId="0959D776" w14:textId="77777777" w:rsidR="003312E8" w:rsidRPr="004F4072" w:rsidRDefault="003312E8">
      <w:pPr>
        <w:tabs>
          <w:tab w:val="right" w:leader="dot" w:pos="-1985"/>
          <w:tab w:val="left" w:pos="426"/>
          <w:tab w:val="right" w:leader="dot" w:pos="8505"/>
        </w:tabs>
      </w:pPr>
      <w:r w:rsidRPr="004F4072">
        <w:t>b) dla rozbiórki krawężników, obrzeży i oporników:</w:t>
      </w:r>
    </w:p>
    <w:p w14:paraId="56AB89B4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odkopanie krawężników, obrzeży i oporników wraz z wyjęciem i oczyszczeniem,</w:t>
      </w:r>
    </w:p>
    <w:p w14:paraId="0DCEB54E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zerwanie podsypki cementowo-piaskowej i ew. ław,</w:t>
      </w:r>
    </w:p>
    <w:p w14:paraId="4E0E2EED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załadunek i wywiezienie materiału z rozbiórki,</w:t>
      </w:r>
    </w:p>
    <w:p w14:paraId="112B1FC7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wyrównanie podłoża i uporządkowanie terenu rozbiórki;</w:t>
      </w:r>
    </w:p>
    <w:p w14:paraId="3E6EDB6D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c) dla rozbiórki ścieku:</w:t>
      </w:r>
    </w:p>
    <w:p w14:paraId="3DE4BF09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odsłonięcie ścieku,</w:t>
      </w:r>
    </w:p>
    <w:p w14:paraId="0B819F54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ręczne wyjęcie elementów ściekowych wraz z oczyszczeniem,</w:t>
      </w:r>
    </w:p>
    <w:p w14:paraId="06CA11F1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ew. przesortowanie materiału uzyskanego z rozbiórki, w celu ponownego jego użycia, z ułożeniem na poboczu,</w:t>
      </w:r>
    </w:p>
    <w:p w14:paraId="111EF56A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zerwanie podsypki cementowo-piaskowej,</w:t>
      </w:r>
    </w:p>
    <w:p w14:paraId="6BB99316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uzupełnienie i wyrównanie podłoża,</w:t>
      </w:r>
    </w:p>
    <w:p w14:paraId="494C99F2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załadunek i wywóz materiałów z rozbiórki,</w:t>
      </w:r>
    </w:p>
    <w:p w14:paraId="1ABAA292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uporządkowanie terenu rozbiórki;</w:t>
      </w:r>
    </w:p>
    <w:p w14:paraId="04FB83B9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d) dla rozbiórki chodników:</w:t>
      </w:r>
    </w:p>
    <w:p w14:paraId="3FF90B07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ręczne wyjęcie płyt chodnikowych, lub rozkucie i zerwanie innych materiałów chodnikowych,</w:t>
      </w:r>
    </w:p>
    <w:p w14:paraId="5028D592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ew. przesortowanie materiału uzyskanego z rozbiórki w celu ponownego jego użycia, z ułożeniem na poboczu,</w:t>
      </w:r>
    </w:p>
    <w:p w14:paraId="49962D90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zerwanie podsypki cementowo-piaskowej,</w:t>
      </w:r>
    </w:p>
    <w:p w14:paraId="215EB9E4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załadunek i wywiezienie materiałów z rozbiórki,</w:t>
      </w:r>
    </w:p>
    <w:p w14:paraId="4A0E2BBB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wyrównanie podłoża i uporządkowanie terenu rozbiórki;</w:t>
      </w:r>
    </w:p>
    <w:p w14:paraId="1CB07EDA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e) dla rozbiórki ogrodzeń:</w:t>
      </w:r>
    </w:p>
    <w:p w14:paraId="39FF2379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demontaż elementów ogrodzenia,</w:t>
      </w:r>
    </w:p>
    <w:p w14:paraId="0C00AE3B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odkopanie i wydobycie słupków wraz z fundamentem,</w:t>
      </w:r>
    </w:p>
    <w:p w14:paraId="1128B5AC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 xml:space="preserve">zasypanie dołów po słupkach z zagęszczeniem do uzyskania </w:t>
      </w:r>
      <w:proofErr w:type="spellStart"/>
      <w:r w:rsidRPr="004F4072">
        <w:t>Is</w:t>
      </w:r>
      <w:proofErr w:type="spellEnd"/>
      <w:r w:rsidRPr="004F4072">
        <w:t xml:space="preserve"> </w:t>
      </w:r>
      <w:r w:rsidRPr="004F4072">
        <w:sym w:font="Symbol" w:char="F0B3"/>
      </w:r>
      <w:r w:rsidRPr="004F4072">
        <w:t xml:space="preserve"> 1,00 wg BN-77/8931-12 [9],</w:t>
      </w:r>
    </w:p>
    <w:p w14:paraId="61CE4FB7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lastRenderedPageBreak/>
        <w:t>ew. przesortowanie materiału uzyskanego z rozbiórki, w celu ponownego jego użycia, z ułożeniem w stosy na poboczu,</w:t>
      </w:r>
    </w:p>
    <w:p w14:paraId="42D4FD37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załadunek i wywiezienie materiałów z rozbiórki,</w:t>
      </w:r>
    </w:p>
    <w:p w14:paraId="000309BD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uporządkowanie terenu rozbiórki;</w:t>
      </w:r>
    </w:p>
    <w:p w14:paraId="0F995A93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f) dla rozbiórki barier i poręczy:</w:t>
      </w:r>
    </w:p>
    <w:p w14:paraId="093474C0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demontaż elementów bariery lub poręczy,</w:t>
      </w:r>
    </w:p>
    <w:p w14:paraId="3C6FA5A8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odkopanie i wydobycie słupków wraz z fundamentem,</w:t>
      </w:r>
    </w:p>
    <w:p w14:paraId="2232ED32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 xml:space="preserve">zasypanie dołów po słupkach wraz z zagęszczeniem do uzyskania </w:t>
      </w:r>
      <w:proofErr w:type="spellStart"/>
      <w:r w:rsidRPr="004F4072">
        <w:t>Is</w:t>
      </w:r>
      <w:proofErr w:type="spellEnd"/>
      <w:r w:rsidRPr="004F4072">
        <w:t xml:space="preserve"> </w:t>
      </w:r>
      <w:r w:rsidRPr="004F4072">
        <w:sym w:font="Symbol" w:char="F0B3"/>
      </w:r>
      <w:r w:rsidRPr="004F4072">
        <w:t xml:space="preserve"> 1,00 wg BN-77/8931-12 [9],</w:t>
      </w:r>
    </w:p>
    <w:p w14:paraId="16C25A27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załadunek i wywiezienie materiałów z rozbiórki,</w:t>
      </w:r>
    </w:p>
    <w:p w14:paraId="39094C7B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uporządkowanie terenu rozbiórki;</w:t>
      </w:r>
    </w:p>
    <w:p w14:paraId="34C7DB02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g) dla rozbiórki znaków drogowych:</w:t>
      </w:r>
    </w:p>
    <w:p w14:paraId="7229AAC6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demontaż tablic znaków drogowych ze słupków,</w:t>
      </w:r>
    </w:p>
    <w:p w14:paraId="43895FF8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odkopanie i wydobycie słupków,</w:t>
      </w:r>
    </w:p>
    <w:p w14:paraId="0833989F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 xml:space="preserve">zasypanie dołów po słupkach wraz z zagęszczeniem do uzyskania </w:t>
      </w:r>
      <w:proofErr w:type="spellStart"/>
      <w:r w:rsidRPr="004F4072">
        <w:t>Is</w:t>
      </w:r>
      <w:proofErr w:type="spellEnd"/>
      <w:r w:rsidRPr="004F4072">
        <w:t xml:space="preserve"> </w:t>
      </w:r>
      <w:r w:rsidRPr="004F4072">
        <w:sym w:font="Symbol" w:char="F0B3"/>
      </w:r>
      <w:r w:rsidRPr="004F4072">
        <w:t xml:space="preserve"> 1,00 wg BN-77/8931-12 [9],</w:t>
      </w:r>
    </w:p>
    <w:p w14:paraId="3E72B1FA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załadunek i wywiezienie materiałów z rozbiórki,</w:t>
      </w:r>
    </w:p>
    <w:p w14:paraId="51228FB9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uporządkowanie terenu rozbiórki;</w:t>
      </w:r>
    </w:p>
    <w:p w14:paraId="35F0861F" w14:textId="77777777" w:rsidR="003312E8" w:rsidRPr="004F4072" w:rsidRDefault="003312E8" w:rsidP="00451571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h) dla rozbiórki przepustu:</w:t>
      </w:r>
    </w:p>
    <w:p w14:paraId="67562BE6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odkopanie przepustu, fundamentów, ław, umocnień itp.,</w:t>
      </w:r>
    </w:p>
    <w:p w14:paraId="6FDF122F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ew. ustawienie rusztowań i ich późniejsze rozebranie,</w:t>
      </w:r>
    </w:p>
    <w:p w14:paraId="5BC98A09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rozebranie elementów przepustu,</w:t>
      </w:r>
    </w:p>
    <w:p w14:paraId="5DC169F0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sortowanie i pryzmowanie odzyskanych materiałów,</w:t>
      </w:r>
    </w:p>
    <w:p w14:paraId="600A00E4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załadunek i wywiezienie materiałów z rozbiórki,</w:t>
      </w:r>
    </w:p>
    <w:p w14:paraId="7AD10976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 xml:space="preserve">zasypanie dołów (wykopów) gruntem z zagęszczeniem do uzyskania </w:t>
      </w:r>
      <w:proofErr w:type="spellStart"/>
      <w:r w:rsidRPr="004F4072">
        <w:t>Is</w:t>
      </w:r>
      <w:proofErr w:type="spellEnd"/>
      <w:r w:rsidRPr="004F4072">
        <w:t xml:space="preserve"> </w:t>
      </w:r>
      <w:r w:rsidRPr="004F4072">
        <w:sym w:font="Symbol" w:char="F0B3"/>
      </w:r>
      <w:r w:rsidRPr="004F4072">
        <w:t xml:space="preserve"> 1,00 wg BN-77/8931-12 [9],</w:t>
      </w:r>
    </w:p>
    <w:p w14:paraId="4064DD84" w14:textId="77777777" w:rsidR="003312E8" w:rsidRPr="004F4072" w:rsidRDefault="003312E8" w:rsidP="0045157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</w:pPr>
      <w:r w:rsidRPr="004F4072">
        <w:t>uporządkowanie terenu rozbiórki.</w:t>
      </w:r>
    </w:p>
    <w:p w14:paraId="7892EF49" w14:textId="77777777" w:rsidR="003312E8" w:rsidRPr="004F4072" w:rsidRDefault="003312E8">
      <w:pPr>
        <w:pStyle w:val="Nagwek1"/>
      </w:pPr>
      <w:r w:rsidRPr="004F4072">
        <w:t>10. PRZEPISY ZWIĄZANE</w:t>
      </w:r>
    </w:p>
    <w:p w14:paraId="37F2B7A9" w14:textId="77777777" w:rsidR="003312E8" w:rsidRPr="004F4072" w:rsidRDefault="003312E8">
      <w:pPr>
        <w:pStyle w:val="Nagwek2"/>
        <w:spacing w:before="0"/>
      </w:pPr>
      <w:r w:rsidRPr="004F4072"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3312E8" w:rsidRPr="004F4072" w14:paraId="015C757A" w14:textId="77777777">
        <w:tc>
          <w:tcPr>
            <w:tcW w:w="496" w:type="dxa"/>
          </w:tcPr>
          <w:p w14:paraId="757C96D9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4F4072">
              <w:t>1.</w:t>
            </w:r>
          </w:p>
        </w:tc>
        <w:tc>
          <w:tcPr>
            <w:tcW w:w="2551" w:type="dxa"/>
          </w:tcPr>
          <w:p w14:paraId="47B3F579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PN-D-95017</w:t>
            </w:r>
          </w:p>
        </w:tc>
        <w:tc>
          <w:tcPr>
            <w:tcW w:w="4394" w:type="dxa"/>
          </w:tcPr>
          <w:p w14:paraId="5DDCF97F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Surowiec drzewny. Drewno tartaczne iglaste.</w:t>
            </w:r>
          </w:p>
        </w:tc>
      </w:tr>
      <w:tr w:rsidR="003312E8" w:rsidRPr="004F4072" w14:paraId="3B641A32" w14:textId="77777777">
        <w:tc>
          <w:tcPr>
            <w:tcW w:w="496" w:type="dxa"/>
          </w:tcPr>
          <w:p w14:paraId="531371DB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4F4072">
              <w:t>2.</w:t>
            </w:r>
          </w:p>
        </w:tc>
        <w:tc>
          <w:tcPr>
            <w:tcW w:w="2551" w:type="dxa"/>
          </w:tcPr>
          <w:p w14:paraId="2C03C2AA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PN-D-96000</w:t>
            </w:r>
          </w:p>
        </w:tc>
        <w:tc>
          <w:tcPr>
            <w:tcW w:w="4394" w:type="dxa"/>
          </w:tcPr>
          <w:p w14:paraId="274FCC7A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Tarcica iglasta ogólnego przeznaczenia</w:t>
            </w:r>
          </w:p>
        </w:tc>
      </w:tr>
      <w:tr w:rsidR="003312E8" w:rsidRPr="004F4072" w14:paraId="3639BC0E" w14:textId="77777777">
        <w:tc>
          <w:tcPr>
            <w:tcW w:w="496" w:type="dxa"/>
          </w:tcPr>
          <w:p w14:paraId="0A4DBAA5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4F4072">
              <w:t>3.</w:t>
            </w:r>
          </w:p>
        </w:tc>
        <w:tc>
          <w:tcPr>
            <w:tcW w:w="2551" w:type="dxa"/>
          </w:tcPr>
          <w:p w14:paraId="62FE148C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PN-D-96002</w:t>
            </w:r>
          </w:p>
        </w:tc>
        <w:tc>
          <w:tcPr>
            <w:tcW w:w="4394" w:type="dxa"/>
          </w:tcPr>
          <w:p w14:paraId="48671913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Tarcica liściasta ogólnego przeznaczenia</w:t>
            </w:r>
          </w:p>
        </w:tc>
      </w:tr>
      <w:tr w:rsidR="003312E8" w:rsidRPr="004F4072" w14:paraId="419A9540" w14:textId="77777777">
        <w:tc>
          <w:tcPr>
            <w:tcW w:w="496" w:type="dxa"/>
          </w:tcPr>
          <w:p w14:paraId="5FF029DE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4F4072">
              <w:t>4.</w:t>
            </w:r>
          </w:p>
        </w:tc>
        <w:tc>
          <w:tcPr>
            <w:tcW w:w="2551" w:type="dxa"/>
          </w:tcPr>
          <w:p w14:paraId="1B83201D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PN-H-74219</w:t>
            </w:r>
          </w:p>
        </w:tc>
        <w:tc>
          <w:tcPr>
            <w:tcW w:w="4394" w:type="dxa"/>
          </w:tcPr>
          <w:p w14:paraId="1073B2AF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Rury stalowe bez szwu walcowane na gorąco ogólnego stosowania</w:t>
            </w:r>
          </w:p>
        </w:tc>
      </w:tr>
      <w:tr w:rsidR="003312E8" w:rsidRPr="004F4072" w14:paraId="635BAA74" w14:textId="77777777">
        <w:tc>
          <w:tcPr>
            <w:tcW w:w="496" w:type="dxa"/>
          </w:tcPr>
          <w:p w14:paraId="625CA27F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4F4072">
              <w:t>5.</w:t>
            </w:r>
          </w:p>
        </w:tc>
        <w:tc>
          <w:tcPr>
            <w:tcW w:w="2551" w:type="dxa"/>
          </w:tcPr>
          <w:p w14:paraId="16D2D1B5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PN-H-74220</w:t>
            </w:r>
          </w:p>
        </w:tc>
        <w:tc>
          <w:tcPr>
            <w:tcW w:w="4394" w:type="dxa"/>
          </w:tcPr>
          <w:p w14:paraId="30C3D1FD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Rury stalowe bez szwu ciągnione i walcowane na zimno ogólnego przeznaczenia</w:t>
            </w:r>
          </w:p>
        </w:tc>
      </w:tr>
      <w:tr w:rsidR="003312E8" w:rsidRPr="004F4072" w14:paraId="6D863073" w14:textId="77777777">
        <w:tc>
          <w:tcPr>
            <w:tcW w:w="496" w:type="dxa"/>
          </w:tcPr>
          <w:p w14:paraId="4EA71249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4F4072">
              <w:t>6.</w:t>
            </w:r>
          </w:p>
        </w:tc>
        <w:tc>
          <w:tcPr>
            <w:tcW w:w="2551" w:type="dxa"/>
          </w:tcPr>
          <w:p w14:paraId="7A7554CE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PN-H-93401</w:t>
            </w:r>
          </w:p>
        </w:tc>
        <w:tc>
          <w:tcPr>
            <w:tcW w:w="4394" w:type="dxa"/>
          </w:tcPr>
          <w:p w14:paraId="02435E52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Stal walcowana. Kątowniki równoramienne</w:t>
            </w:r>
          </w:p>
        </w:tc>
      </w:tr>
      <w:tr w:rsidR="003312E8" w:rsidRPr="004F4072" w14:paraId="28D2EC7C" w14:textId="77777777">
        <w:tc>
          <w:tcPr>
            <w:tcW w:w="496" w:type="dxa"/>
          </w:tcPr>
          <w:p w14:paraId="4FFDA29E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4F4072">
              <w:t>7.</w:t>
            </w:r>
          </w:p>
        </w:tc>
        <w:tc>
          <w:tcPr>
            <w:tcW w:w="2551" w:type="dxa"/>
          </w:tcPr>
          <w:p w14:paraId="50545519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PN-H-93402</w:t>
            </w:r>
          </w:p>
        </w:tc>
        <w:tc>
          <w:tcPr>
            <w:tcW w:w="4394" w:type="dxa"/>
          </w:tcPr>
          <w:p w14:paraId="4E5187C8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Kątowniki nierównoramienne stalowe walcowane na gorąco</w:t>
            </w:r>
          </w:p>
        </w:tc>
      </w:tr>
      <w:tr w:rsidR="003312E8" w:rsidRPr="004F4072" w14:paraId="50A17E2E" w14:textId="77777777">
        <w:tc>
          <w:tcPr>
            <w:tcW w:w="496" w:type="dxa"/>
          </w:tcPr>
          <w:p w14:paraId="3EC708F2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4F4072">
              <w:t>8.</w:t>
            </w:r>
          </w:p>
        </w:tc>
        <w:tc>
          <w:tcPr>
            <w:tcW w:w="2551" w:type="dxa"/>
          </w:tcPr>
          <w:p w14:paraId="74AEF2B8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BN-87/5028-12</w:t>
            </w:r>
          </w:p>
        </w:tc>
        <w:tc>
          <w:tcPr>
            <w:tcW w:w="4394" w:type="dxa"/>
          </w:tcPr>
          <w:p w14:paraId="76A26FA2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Gwoździe budowlane. Gwoździe z trzpieniem gładkim, okrągłym i kwadratowym</w:t>
            </w:r>
          </w:p>
        </w:tc>
      </w:tr>
      <w:tr w:rsidR="003312E8" w:rsidRPr="004F4072" w14:paraId="73921123" w14:textId="77777777">
        <w:tc>
          <w:tcPr>
            <w:tcW w:w="496" w:type="dxa"/>
          </w:tcPr>
          <w:p w14:paraId="5E728CF1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4F4072">
              <w:lastRenderedPageBreak/>
              <w:t>9.</w:t>
            </w:r>
          </w:p>
        </w:tc>
        <w:tc>
          <w:tcPr>
            <w:tcW w:w="2551" w:type="dxa"/>
          </w:tcPr>
          <w:p w14:paraId="6B95D868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BN-77/8931-12</w:t>
            </w:r>
          </w:p>
        </w:tc>
        <w:tc>
          <w:tcPr>
            <w:tcW w:w="4394" w:type="dxa"/>
          </w:tcPr>
          <w:p w14:paraId="6E9C0C55" w14:textId="77777777" w:rsidR="003312E8" w:rsidRPr="004F4072" w:rsidRDefault="003312E8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4F4072">
              <w:t>Oznaczenie wskaźnika zagęszczenia gruntu.</w:t>
            </w:r>
          </w:p>
        </w:tc>
      </w:tr>
    </w:tbl>
    <w:p w14:paraId="45A85A16" w14:textId="77777777" w:rsidR="003312E8" w:rsidRPr="004F4072" w:rsidRDefault="003312E8">
      <w:pPr>
        <w:pStyle w:val="tekstost"/>
      </w:pPr>
    </w:p>
    <w:sectPr w:rsidR="003312E8" w:rsidRPr="004F4072" w:rsidSect="004F4072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3119" w:right="2268" w:bottom="3119" w:left="2268" w:header="2268" w:footer="2835" w:gutter="0"/>
      <w:pgNumType w:start="3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37C6E" w14:textId="77777777" w:rsidR="003D723B" w:rsidRDefault="003D723B">
      <w:r>
        <w:separator/>
      </w:r>
    </w:p>
  </w:endnote>
  <w:endnote w:type="continuationSeparator" w:id="0">
    <w:p w14:paraId="61D3F6D9" w14:textId="77777777" w:rsidR="003D723B" w:rsidRDefault="003D7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71090"/>
      <w:docPartObj>
        <w:docPartGallery w:val="Page Numbers (Bottom of Page)"/>
        <w:docPartUnique/>
      </w:docPartObj>
    </w:sdtPr>
    <w:sdtEndPr/>
    <w:sdtContent>
      <w:p w14:paraId="64F781A8" w14:textId="77777777" w:rsidR="00960F1B" w:rsidRDefault="004F4072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0F1B">
          <w:rPr>
            <w:noProof/>
          </w:rPr>
          <w:t>76</w:t>
        </w:r>
        <w:r>
          <w:rPr>
            <w:noProof/>
          </w:rPr>
          <w:fldChar w:fldCharType="end"/>
        </w:r>
      </w:p>
    </w:sdtContent>
  </w:sdt>
  <w:p w14:paraId="0635EEE3" w14:textId="77777777" w:rsidR="00960F1B" w:rsidRDefault="00960F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71088"/>
      <w:docPartObj>
        <w:docPartGallery w:val="Page Numbers (Bottom of Page)"/>
        <w:docPartUnique/>
      </w:docPartObj>
    </w:sdtPr>
    <w:sdtEndPr/>
    <w:sdtContent>
      <w:p w14:paraId="302FE7E4" w14:textId="77777777" w:rsidR="00960F1B" w:rsidRDefault="004F4072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0F1B">
          <w:rPr>
            <w:noProof/>
          </w:rPr>
          <w:t>77</w:t>
        </w:r>
        <w:r>
          <w:rPr>
            <w:noProof/>
          </w:rPr>
          <w:fldChar w:fldCharType="end"/>
        </w:r>
      </w:p>
    </w:sdtContent>
  </w:sdt>
  <w:p w14:paraId="38DFF4C3" w14:textId="77777777" w:rsidR="00960F1B" w:rsidRDefault="00960F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754B0" w14:textId="77777777" w:rsidR="003D723B" w:rsidRDefault="003D723B">
      <w:r>
        <w:separator/>
      </w:r>
    </w:p>
  </w:footnote>
  <w:footnote w:type="continuationSeparator" w:id="0">
    <w:p w14:paraId="496868E6" w14:textId="77777777" w:rsidR="003D723B" w:rsidRDefault="003D7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29DFB" w14:textId="77777777" w:rsidR="00F677E8" w:rsidRDefault="00F677E8" w:rsidP="005872A4">
    <w:pPr>
      <w:pStyle w:val="Nagwek"/>
      <w:framePr w:wrap="around" w:vAnchor="text" w:hAnchor="margin" w:xAlign="outside" w:y="1"/>
      <w:rPr>
        <w:rStyle w:val="Numerstrony"/>
      </w:rPr>
    </w:pPr>
  </w:p>
  <w:p w14:paraId="0AE36C8B" w14:textId="77777777" w:rsidR="00F677E8" w:rsidRDefault="00F677E8" w:rsidP="00960F1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EF402" w14:textId="77777777" w:rsidR="00F677E8" w:rsidRDefault="00F677E8" w:rsidP="00960F1B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EE06071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36A34BCF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46166CF4"/>
    <w:multiLevelType w:val="singleLevel"/>
    <w:tmpl w:val="359E7B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838379741">
    <w:abstractNumId w:val="3"/>
  </w:num>
  <w:num w:numId="2" w16cid:durableId="59074689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1880587796">
    <w:abstractNumId w:val="2"/>
  </w:num>
  <w:num w:numId="4" w16cid:durableId="1995257499">
    <w:abstractNumId w:val="4"/>
  </w:num>
  <w:num w:numId="5" w16cid:durableId="131382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571"/>
    <w:rsid w:val="00026CE6"/>
    <w:rsid w:val="00036E11"/>
    <w:rsid w:val="00090BA7"/>
    <w:rsid w:val="00105AB9"/>
    <w:rsid w:val="001B776C"/>
    <w:rsid w:val="001C284C"/>
    <w:rsid w:val="001E0510"/>
    <w:rsid w:val="002227EC"/>
    <w:rsid w:val="002437F8"/>
    <w:rsid w:val="002A010D"/>
    <w:rsid w:val="003312E8"/>
    <w:rsid w:val="003D6924"/>
    <w:rsid w:val="003D723B"/>
    <w:rsid w:val="00426E31"/>
    <w:rsid w:val="00451571"/>
    <w:rsid w:val="004F4072"/>
    <w:rsid w:val="005633C0"/>
    <w:rsid w:val="005872A4"/>
    <w:rsid w:val="005C430D"/>
    <w:rsid w:val="006015D7"/>
    <w:rsid w:val="006A64E7"/>
    <w:rsid w:val="00756944"/>
    <w:rsid w:val="007E2391"/>
    <w:rsid w:val="00875D7D"/>
    <w:rsid w:val="008F3D92"/>
    <w:rsid w:val="008F3FB6"/>
    <w:rsid w:val="00903CAD"/>
    <w:rsid w:val="00960F1B"/>
    <w:rsid w:val="00995982"/>
    <w:rsid w:val="009A198A"/>
    <w:rsid w:val="00A926F8"/>
    <w:rsid w:val="00AE3380"/>
    <w:rsid w:val="00B32EC0"/>
    <w:rsid w:val="00B97991"/>
    <w:rsid w:val="00D72956"/>
    <w:rsid w:val="00DC0406"/>
    <w:rsid w:val="00DD224B"/>
    <w:rsid w:val="00DE7E6C"/>
    <w:rsid w:val="00EC1164"/>
    <w:rsid w:val="00F22BE5"/>
    <w:rsid w:val="00F677E8"/>
    <w:rsid w:val="00FC7110"/>
    <w:rsid w:val="00FF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2E1266"/>
  <w15:docId w15:val="{64E002AE-883D-4852-8CDF-4A8F92BD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rsid w:val="00995982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995982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995982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995982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995982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995982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995982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995982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995982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995982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995982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995982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995982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995982"/>
  </w:style>
  <w:style w:type="paragraph" w:customStyle="1" w:styleId="StylIwony">
    <w:name w:val="Styl Iwony"/>
    <w:basedOn w:val="Normalny"/>
    <w:rsid w:val="00995982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rsid w:val="00995982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link w:val="StopkaZnak"/>
    <w:uiPriority w:val="99"/>
    <w:rsid w:val="009959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95982"/>
  </w:style>
  <w:style w:type="paragraph" w:customStyle="1" w:styleId="tekstost">
    <w:name w:val="tekst ost"/>
    <w:basedOn w:val="Normalny"/>
    <w:rsid w:val="00995982"/>
  </w:style>
  <w:style w:type="character" w:styleId="Odwoanieprzypisudolnego">
    <w:name w:val="footnote reference"/>
    <w:semiHidden/>
    <w:rsid w:val="00995982"/>
    <w:rPr>
      <w:vertAlign w:val="superscript"/>
    </w:rPr>
  </w:style>
  <w:style w:type="paragraph" w:customStyle="1" w:styleId="Standardowytekst">
    <w:name w:val="Standardowy.tekst"/>
    <w:rsid w:val="0099598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opkaZnak">
    <w:name w:val="Stopka Znak"/>
    <w:basedOn w:val="Domylnaczcionkaakapitu"/>
    <w:link w:val="Stopka"/>
    <w:uiPriority w:val="99"/>
    <w:rsid w:val="00960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199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DD8A1-472D-44CB-8374-641700B65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1998.dot</Template>
  <TotalTime>8</TotalTime>
  <Pages>9</Pages>
  <Words>1527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D-02.00.00</vt:lpstr>
    </vt:vector>
  </TitlesOfParts>
  <Company>Warszawa      Skaryszewska 19</Company>
  <LinksUpToDate>false</LinksUpToDate>
  <CharactersWithSpaces>11017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D-02.00.00</dc:title>
  <dc:subject>ost</dc:subject>
  <dc:creator>BZD BDIM Sp. z o.o.</dc:creator>
  <cp:keywords>specyfikacje, drogi, drogownictwo, ost</cp:keywords>
  <dc:description>Roboty przygotowawcze_x000d_
1998</dc:description>
  <cp:lastModifiedBy>Grzegorz Knap</cp:lastModifiedBy>
  <cp:revision>4</cp:revision>
  <cp:lastPrinted>2016-05-25T06:25:00Z</cp:lastPrinted>
  <dcterms:created xsi:type="dcterms:W3CDTF">2025-05-27T11:03:00Z</dcterms:created>
  <dcterms:modified xsi:type="dcterms:W3CDTF">2025-05-29T05:37:00Z</dcterms:modified>
</cp:coreProperties>
</file>